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67BDE" w14:textId="77777777" w:rsidR="006E5D65" w:rsidRPr="008C2263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C2263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C2263">
        <w:rPr>
          <w:rFonts w:ascii="Corbel" w:hAnsi="Corbel"/>
          <w:b/>
          <w:bCs/>
          <w:sz w:val="24"/>
          <w:szCs w:val="24"/>
        </w:rPr>
        <w:tab/>
      </w:r>
      <w:r w:rsidR="00CD6897" w:rsidRPr="008C2263">
        <w:rPr>
          <w:rFonts w:ascii="Corbel" w:hAnsi="Corbel"/>
          <w:b/>
          <w:bCs/>
          <w:sz w:val="24"/>
          <w:szCs w:val="24"/>
        </w:rPr>
        <w:tab/>
      </w:r>
      <w:r w:rsidR="00CD6897" w:rsidRPr="008C2263">
        <w:rPr>
          <w:rFonts w:ascii="Corbel" w:hAnsi="Corbel"/>
          <w:b/>
          <w:bCs/>
          <w:sz w:val="24"/>
          <w:szCs w:val="24"/>
        </w:rPr>
        <w:tab/>
      </w:r>
      <w:r w:rsidR="00CD6897" w:rsidRPr="008C2263">
        <w:rPr>
          <w:rFonts w:ascii="Corbel" w:hAnsi="Corbel"/>
          <w:b/>
          <w:bCs/>
          <w:sz w:val="24"/>
          <w:szCs w:val="24"/>
        </w:rPr>
        <w:tab/>
      </w:r>
      <w:r w:rsidR="00CD6897" w:rsidRPr="008C2263">
        <w:rPr>
          <w:rFonts w:ascii="Corbel" w:hAnsi="Corbel"/>
          <w:b/>
          <w:bCs/>
          <w:sz w:val="24"/>
          <w:szCs w:val="24"/>
        </w:rPr>
        <w:tab/>
      </w:r>
      <w:r w:rsidR="00CD6897" w:rsidRPr="008C2263">
        <w:rPr>
          <w:rFonts w:ascii="Corbel" w:hAnsi="Corbel"/>
          <w:b/>
          <w:bCs/>
          <w:sz w:val="24"/>
          <w:szCs w:val="24"/>
        </w:rPr>
        <w:tab/>
      </w:r>
      <w:r w:rsidR="00D8678B" w:rsidRPr="008C226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C2263">
        <w:rPr>
          <w:rFonts w:ascii="Corbel" w:hAnsi="Corbel"/>
          <w:bCs/>
          <w:i/>
          <w:sz w:val="24"/>
          <w:szCs w:val="24"/>
        </w:rPr>
        <w:t>1.5</w:t>
      </w:r>
      <w:r w:rsidR="00D8678B" w:rsidRPr="008C226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C2263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C226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C2263">
        <w:rPr>
          <w:rFonts w:ascii="Corbel" w:hAnsi="Corbel"/>
          <w:bCs/>
          <w:i/>
          <w:sz w:val="24"/>
          <w:szCs w:val="24"/>
        </w:rPr>
        <w:t>12/2019</w:t>
      </w:r>
    </w:p>
    <w:p w14:paraId="6C8AAEB1" w14:textId="77777777" w:rsidR="0085747A" w:rsidRPr="008C226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C2263">
        <w:rPr>
          <w:rFonts w:ascii="Corbel" w:hAnsi="Corbel"/>
          <w:b/>
          <w:smallCaps/>
          <w:sz w:val="24"/>
          <w:szCs w:val="24"/>
        </w:rPr>
        <w:t>SYLABUS</w:t>
      </w:r>
    </w:p>
    <w:p w14:paraId="1F5C9B3D" w14:textId="18D2A948" w:rsidR="0085747A" w:rsidRPr="008C226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C226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C2263">
        <w:rPr>
          <w:rFonts w:ascii="Corbel" w:hAnsi="Corbel"/>
          <w:b/>
          <w:smallCaps/>
          <w:sz w:val="24"/>
          <w:szCs w:val="24"/>
        </w:rPr>
        <w:t xml:space="preserve"> </w:t>
      </w:r>
      <w:r w:rsidR="00A213D0">
        <w:rPr>
          <w:rFonts w:ascii="Corbel" w:hAnsi="Corbel"/>
          <w:b/>
          <w:smallCaps/>
          <w:sz w:val="24"/>
          <w:szCs w:val="24"/>
        </w:rPr>
        <w:t>2021-2023</w:t>
      </w:r>
    </w:p>
    <w:p w14:paraId="3EBC2C08" w14:textId="627923F1" w:rsidR="0085747A" w:rsidRPr="00A213D0" w:rsidRDefault="00EA4832" w:rsidP="00EA4832">
      <w:pPr>
        <w:spacing w:after="0" w:line="240" w:lineRule="exact"/>
        <w:jc w:val="both"/>
        <w:rPr>
          <w:rFonts w:ascii="Corbel" w:hAnsi="Corbel"/>
          <w:szCs w:val="24"/>
        </w:rPr>
      </w:pPr>
      <w:r w:rsidRPr="008C226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A213D0">
        <w:rPr>
          <w:rFonts w:ascii="Corbel" w:hAnsi="Corbel"/>
          <w:i/>
          <w:sz w:val="24"/>
          <w:szCs w:val="24"/>
        </w:rPr>
        <w:tab/>
      </w:r>
      <w:r w:rsidR="0085747A" w:rsidRPr="00A213D0">
        <w:rPr>
          <w:rFonts w:ascii="Corbel" w:hAnsi="Corbel"/>
          <w:i/>
          <w:szCs w:val="24"/>
        </w:rPr>
        <w:t>(skrajne daty</w:t>
      </w:r>
      <w:r w:rsidR="0085747A" w:rsidRPr="00A213D0">
        <w:rPr>
          <w:rFonts w:ascii="Corbel" w:hAnsi="Corbel"/>
          <w:szCs w:val="24"/>
        </w:rPr>
        <w:t>)</w:t>
      </w:r>
    </w:p>
    <w:p w14:paraId="53F20393" w14:textId="368BC9DC" w:rsidR="00445970" w:rsidRPr="008C2263" w:rsidRDefault="00A213D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 w:rsidR="00445970" w:rsidRPr="008C2263">
        <w:rPr>
          <w:rFonts w:ascii="Corbel" w:hAnsi="Corbel"/>
          <w:sz w:val="24"/>
          <w:szCs w:val="24"/>
        </w:rPr>
        <w:tab/>
      </w:r>
      <w:r w:rsidR="00445970" w:rsidRPr="008C2263">
        <w:rPr>
          <w:rFonts w:ascii="Corbel" w:hAnsi="Corbel"/>
          <w:sz w:val="24"/>
          <w:szCs w:val="24"/>
        </w:rPr>
        <w:tab/>
      </w:r>
      <w:r w:rsidR="00445970" w:rsidRPr="008C2263">
        <w:rPr>
          <w:rFonts w:ascii="Corbel" w:hAnsi="Corbel"/>
          <w:sz w:val="24"/>
          <w:szCs w:val="24"/>
        </w:rPr>
        <w:tab/>
      </w:r>
      <w:r w:rsidR="00445970" w:rsidRPr="008C2263">
        <w:rPr>
          <w:rFonts w:ascii="Corbel" w:hAnsi="Corbel"/>
          <w:sz w:val="24"/>
          <w:szCs w:val="24"/>
        </w:rPr>
        <w:tab/>
        <w:t xml:space="preserve">Rok akademicki </w:t>
      </w:r>
      <w:r>
        <w:rPr>
          <w:rFonts w:ascii="Corbel" w:hAnsi="Corbel"/>
          <w:sz w:val="20"/>
          <w:szCs w:val="20"/>
        </w:rPr>
        <w:t>2022/2023</w:t>
      </w:r>
    </w:p>
    <w:p w14:paraId="068001FC" w14:textId="77777777" w:rsidR="0085747A" w:rsidRPr="008C22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D8E361" w14:textId="77777777" w:rsidR="0085747A" w:rsidRPr="008C226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C2263">
        <w:rPr>
          <w:rFonts w:ascii="Corbel" w:hAnsi="Corbel"/>
          <w:szCs w:val="24"/>
        </w:rPr>
        <w:t xml:space="preserve">1. </w:t>
      </w:r>
      <w:r w:rsidR="0085747A" w:rsidRPr="008C2263">
        <w:rPr>
          <w:rFonts w:ascii="Corbel" w:hAnsi="Corbel"/>
          <w:szCs w:val="24"/>
        </w:rPr>
        <w:t xml:space="preserve">Podstawowe </w:t>
      </w:r>
      <w:r w:rsidR="00445970" w:rsidRPr="008C226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C2263" w14:paraId="401F2928" w14:textId="77777777" w:rsidTr="00B819C8">
        <w:tc>
          <w:tcPr>
            <w:tcW w:w="2694" w:type="dxa"/>
            <w:vAlign w:val="center"/>
          </w:tcPr>
          <w:p w14:paraId="56980157" w14:textId="77777777" w:rsidR="0085747A" w:rsidRPr="008C22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783F3F" w14:textId="77777777" w:rsidR="0085747A" w:rsidRPr="0005718F" w:rsidRDefault="000935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5718F">
              <w:rPr>
                <w:rFonts w:ascii="Corbel" w:hAnsi="Corbel"/>
                <w:b w:val="0"/>
                <w:bCs/>
                <w:sz w:val="24"/>
                <w:szCs w:val="24"/>
              </w:rPr>
              <w:t>Rodzina jako podmiot pracy socjalnej- podejście systemowe</w:t>
            </w:r>
          </w:p>
        </w:tc>
      </w:tr>
      <w:tr w:rsidR="0085747A" w:rsidRPr="008C2263" w14:paraId="11A153DE" w14:textId="77777777" w:rsidTr="00B819C8">
        <w:tc>
          <w:tcPr>
            <w:tcW w:w="2694" w:type="dxa"/>
            <w:vAlign w:val="center"/>
          </w:tcPr>
          <w:p w14:paraId="067AB223" w14:textId="77777777" w:rsidR="0085747A" w:rsidRPr="008C22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C226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108A95" w14:textId="3C9F1825" w:rsidR="0085747A" w:rsidRPr="008C2263" w:rsidRDefault="00136947" w:rsidP="00E27F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bCs/>
                <w:sz w:val="24"/>
                <w:szCs w:val="24"/>
              </w:rPr>
              <w:t>P2</w:t>
            </w:r>
            <w:r w:rsidR="0005718F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C21BB1" w:rsidRPr="008C2263">
              <w:rPr>
                <w:rFonts w:ascii="Corbel" w:hAnsi="Corbel"/>
                <w:b w:val="0"/>
                <w:bCs/>
                <w:sz w:val="24"/>
                <w:szCs w:val="24"/>
              </w:rPr>
              <w:t>[3]F_</w:t>
            </w:r>
            <w:r w:rsidR="009D5560" w:rsidRPr="008C2263">
              <w:rPr>
                <w:rFonts w:ascii="Corbel" w:hAnsi="Corbel"/>
                <w:b w:val="0"/>
                <w:bCs/>
                <w:sz w:val="24"/>
                <w:szCs w:val="24"/>
              </w:rPr>
              <w:t>10</w:t>
            </w:r>
          </w:p>
        </w:tc>
      </w:tr>
      <w:tr w:rsidR="0085747A" w:rsidRPr="008C2263" w14:paraId="69B5D60F" w14:textId="77777777" w:rsidTr="00B819C8">
        <w:tc>
          <w:tcPr>
            <w:tcW w:w="2694" w:type="dxa"/>
            <w:vAlign w:val="center"/>
          </w:tcPr>
          <w:p w14:paraId="751B280A" w14:textId="77777777" w:rsidR="0085747A" w:rsidRPr="008C226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C226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DBF0E9" w14:textId="77777777" w:rsidR="0085747A" w:rsidRPr="008C2263" w:rsidRDefault="000F7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C2263" w14:paraId="24E8AFC7" w14:textId="77777777" w:rsidTr="00B819C8">
        <w:tc>
          <w:tcPr>
            <w:tcW w:w="2694" w:type="dxa"/>
            <w:vAlign w:val="center"/>
          </w:tcPr>
          <w:p w14:paraId="7FE1FF39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91EA0" w14:textId="77777777" w:rsidR="0085747A" w:rsidRPr="008C2263" w:rsidRDefault="003E2F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C2263" w14:paraId="7A0C39D8" w14:textId="77777777" w:rsidTr="00B819C8">
        <w:tc>
          <w:tcPr>
            <w:tcW w:w="2694" w:type="dxa"/>
            <w:vAlign w:val="center"/>
          </w:tcPr>
          <w:p w14:paraId="0DAC1BFE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BAA9AE" w14:textId="77777777" w:rsidR="0085747A" w:rsidRPr="008C2263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8C2263" w14:paraId="6BF5AC3B" w14:textId="77777777" w:rsidTr="00B819C8">
        <w:tc>
          <w:tcPr>
            <w:tcW w:w="2694" w:type="dxa"/>
            <w:vAlign w:val="center"/>
          </w:tcPr>
          <w:p w14:paraId="4214182B" w14:textId="77777777" w:rsidR="0085747A" w:rsidRPr="008C22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EFF779" w14:textId="77777777" w:rsidR="0085747A" w:rsidRPr="008C2263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D6142" w:rsidRPr="008C226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C2263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8C2263" w14:paraId="51E7E0DD" w14:textId="77777777" w:rsidTr="00B819C8">
        <w:tc>
          <w:tcPr>
            <w:tcW w:w="2694" w:type="dxa"/>
            <w:vAlign w:val="center"/>
          </w:tcPr>
          <w:p w14:paraId="4ADD3404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215C8A" w14:textId="77777777" w:rsidR="0085747A" w:rsidRPr="008C2263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C2263" w14:paraId="1F86A3C3" w14:textId="77777777" w:rsidTr="00B819C8">
        <w:tc>
          <w:tcPr>
            <w:tcW w:w="2694" w:type="dxa"/>
            <w:vAlign w:val="center"/>
          </w:tcPr>
          <w:p w14:paraId="47AA6A1B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B57642" w14:textId="76150D20" w:rsidR="0085747A" w:rsidRPr="008C2263" w:rsidRDefault="00893A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C2263" w14:paraId="22AC2E11" w14:textId="77777777" w:rsidTr="00B819C8">
        <w:tc>
          <w:tcPr>
            <w:tcW w:w="2694" w:type="dxa"/>
            <w:vAlign w:val="center"/>
          </w:tcPr>
          <w:p w14:paraId="0B4524F8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C2263">
              <w:rPr>
                <w:rFonts w:ascii="Corbel" w:hAnsi="Corbel"/>
                <w:sz w:val="24"/>
                <w:szCs w:val="24"/>
              </w:rPr>
              <w:t>/y</w:t>
            </w:r>
            <w:r w:rsidRPr="008C22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6A7E940" w14:textId="64E0FB9E" w:rsidR="0085747A" w:rsidRPr="008C2263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05718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C2263">
              <w:rPr>
                <w:rFonts w:ascii="Corbel" w:hAnsi="Corbel"/>
                <w:b w:val="0"/>
                <w:sz w:val="24"/>
                <w:szCs w:val="24"/>
              </w:rPr>
              <w:t>2, semestr I</w:t>
            </w:r>
            <w:r w:rsidR="00317E4E" w:rsidRPr="008C2263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8C2263" w14:paraId="4B6B4CD3" w14:textId="77777777" w:rsidTr="00B819C8">
        <w:tc>
          <w:tcPr>
            <w:tcW w:w="2694" w:type="dxa"/>
            <w:vAlign w:val="center"/>
          </w:tcPr>
          <w:p w14:paraId="427018B8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711CD0" w14:textId="7A472691" w:rsidR="0085747A" w:rsidRPr="008C2263" w:rsidRDefault="0005718F" w:rsidP="008C22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6E5633" w:rsidRPr="008C2263">
              <w:rPr>
                <w:rFonts w:ascii="Corbel" w:hAnsi="Corbel"/>
                <w:b w:val="0"/>
                <w:sz w:val="24"/>
                <w:szCs w:val="24"/>
              </w:rPr>
              <w:t>akul</w:t>
            </w:r>
            <w:r w:rsidR="008C2263">
              <w:rPr>
                <w:rFonts w:ascii="Corbel" w:hAnsi="Corbel"/>
                <w:b w:val="0"/>
                <w:sz w:val="24"/>
                <w:szCs w:val="24"/>
              </w:rPr>
              <w:t xml:space="preserve">tatywny </w:t>
            </w:r>
          </w:p>
        </w:tc>
      </w:tr>
      <w:tr w:rsidR="00923D7D" w:rsidRPr="008C2263" w14:paraId="50DD54E6" w14:textId="77777777" w:rsidTr="00B819C8">
        <w:tc>
          <w:tcPr>
            <w:tcW w:w="2694" w:type="dxa"/>
            <w:vAlign w:val="center"/>
          </w:tcPr>
          <w:p w14:paraId="6E6F1EC1" w14:textId="77777777" w:rsidR="00923D7D" w:rsidRPr="008C22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FBC5BA" w14:textId="69FB7B2A" w:rsidR="00923D7D" w:rsidRPr="008C2263" w:rsidRDefault="000571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jęz.</w:t>
            </w:r>
            <w:r w:rsidR="006E5633" w:rsidRPr="008C2263"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proofErr w:type="spellEnd"/>
          </w:p>
        </w:tc>
      </w:tr>
      <w:tr w:rsidR="0085747A" w:rsidRPr="008C2263" w14:paraId="5AE89409" w14:textId="77777777" w:rsidTr="00B819C8">
        <w:tc>
          <w:tcPr>
            <w:tcW w:w="2694" w:type="dxa"/>
            <w:vAlign w:val="center"/>
          </w:tcPr>
          <w:p w14:paraId="560EDDB6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5C6703" w14:textId="77777777" w:rsidR="0085747A" w:rsidRPr="008C2263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8C2263" w14:paraId="01CAB221" w14:textId="77777777" w:rsidTr="00B819C8">
        <w:tc>
          <w:tcPr>
            <w:tcW w:w="2694" w:type="dxa"/>
            <w:vAlign w:val="center"/>
          </w:tcPr>
          <w:p w14:paraId="27841515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298B1E" w14:textId="77777777" w:rsidR="0085747A" w:rsidRPr="008C2263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58204041" w14:textId="77777777" w:rsidR="0085747A" w:rsidRPr="008C226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sz w:val="24"/>
          <w:szCs w:val="24"/>
        </w:rPr>
        <w:t xml:space="preserve">* </w:t>
      </w:r>
      <w:r w:rsidRPr="008C2263">
        <w:rPr>
          <w:rFonts w:ascii="Corbel" w:hAnsi="Corbel"/>
          <w:i/>
          <w:sz w:val="24"/>
          <w:szCs w:val="24"/>
        </w:rPr>
        <w:t>-</w:t>
      </w:r>
      <w:r w:rsidR="00B90885" w:rsidRPr="008C226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C2263">
        <w:rPr>
          <w:rFonts w:ascii="Corbel" w:hAnsi="Corbel"/>
          <w:b w:val="0"/>
          <w:sz w:val="24"/>
          <w:szCs w:val="24"/>
        </w:rPr>
        <w:t>e,</w:t>
      </w:r>
      <w:r w:rsidRPr="008C2263">
        <w:rPr>
          <w:rFonts w:ascii="Corbel" w:hAnsi="Corbel"/>
          <w:i/>
          <w:sz w:val="24"/>
          <w:szCs w:val="24"/>
        </w:rPr>
        <w:t xml:space="preserve"> </w:t>
      </w:r>
      <w:r w:rsidRPr="008C226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C2263">
        <w:rPr>
          <w:rFonts w:ascii="Corbel" w:hAnsi="Corbel"/>
          <w:b w:val="0"/>
          <w:i/>
          <w:sz w:val="24"/>
          <w:szCs w:val="24"/>
        </w:rPr>
        <w:t>w Jednostce</w:t>
      </w:r>
    </w:p>
    <w:p w14:paraId="0CD0EB82" w14:textId="2BCBD005" w:rsidR="00923D7D" w:rsidRDefault="0085747A" w:rsidP="008C2263">
      <w:pPr>
        <w:pStyle w:val="Podpunkty"/>
        <w:ind w:left="284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sz w:val="24"/>
          <w:szCs w:val="24"/>
        </w:rPr>
        <w:t>1.</w:t>
      </w:r>
      <w:r w:rsidR="00E22FBC" w:rsidRPr="008C2263">
        <w:rPr>
          <w:rFonts w:ascii="Corbel" w:hAnsi="Corbel"/>
          <w:sz w:val="24"/>
          <w:szCs w:val="24"/>
        </w:rPr>
        <w:t>1</w:t>
      </w:r>
      <w:r w:rsidRPr="008C22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4F81427" w14:textId="77777777" w:rsidR="00A213D0" w:rsidRPr="008C2263" w:rsidRDefault="00A213D0" w:rsidP="008C2263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C2263" w14:paraId="381BD158" w14:textId="77777777" w:rsidTr="00A213D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A00F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Semestr</w:t>
            </w:r>
          </w:p>
          <w:p w14:paraId="61F44460" w14:textId="77777777" w:rsidR="00015B8F" w:rsidRPr="008C2263" w:rsidRDefault="002B5EA0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(</w:t>
            </w:r>
            <w:r w:rsidR="00363F78" w:rsidRPr="008C22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00A69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C2263">
              <w:rPr>
                <w:rFonts w:ascii="Corbel" w:hAnsi="Corbel"/>
                <w:szCs w:val="24"/>
              </w:rPr>
              <w:t>Wykł</w:t>
            </w:r>
            <w:proofErr w:type="spellEnd"/>
            <w:r w:rsidRPr="008C22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61CA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8822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C2263">
              <w:rPr>
                <w:rFonts w:ascii="Corbel" w:hAnsi="Corbel"/>
                <w:szCs w:val="24"/>
              </w:rPr>
              <w:t>Konw</w:t>
            </w:r>
            <w:proofErr w:type="spellEnd"/>
            <w:r w:rsidRPr="008C22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33CAB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4E6D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C2263">
              <w:rPr>
                <w:rFonts w:ascii="Corbel" w:hAnsi="Corbel"/>
                <w:szCs w:val="24"/>
              </w:rPr>
              <w:t>Sem</w:t>
            </w:r>
            <w:proofErr w:type="spellEnd"/>
            <w:r w:rsidRPr="008C22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C916E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3D6AB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C2263">
              <w:rPr>
                <w:rFonts w:ascii="Corbel" w:hAnsi="Corbel"/>
                <w:szCs w:val="24"/>
              </w:rPr>
              <w:t>Prakt</w:t>
            </w:r>
            <w:proofErr w:type="spellEnd"/>
            <w:r w:rsidRPr="008C22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F3051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D859D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C2263">
              <w:rPr>
                <w:rFonts w:ascii="Corbel" w:hAnsi="Corbel"/>
                <w:b/>
                <w:szCs w:val="24"/>
              </w:rPr>
              <w:t>Liczba pkt</w:t>
            </w:r>
            <w:r w:rsidR="00B90885" w:rsidRPr="008C2263">
              <w:rPr>
                <w:rFonts w:ascii="Corbel" w:hAnsi="Corbel"/>
                <w:b/>
                <w:szCs w:val="24"/>
              </w:rPr>
              <w:t>.</w:t>
            </w:r>
            <w:r w:rsidRPr="008C22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C2263" w14:paraId="2619FBDF" w14:textId="77777777" w:rsidTr="00A213D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F9BB" w14:textId="77777777" w:rsidR="00015B8F" w:rsidRPr="008C2263" w:rsidRDefault="001D4F8B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I</w:t>
            </w:r>
            <w:r w:rsidR="00317E4E" w:rsidRPr="008C226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4FD4" w14:textId="37EFE0A4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4A24" w14:textId="0889CE8B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FD8E" w14:textId="1BA22EF3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E616" w14:textId="29C5719B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A7FD" w14:textId="16A40940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1987B" w14:textId="2E0389BC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A564" w14:textId="58C7AE96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A6CC" w14:textId="7F81A0A8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C62A" w14:textId="77777777" w:rsidR="00015B8F" w:rsidRPr="008C2263" w:rsidRDefault="00CE7308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C9C666" w14:textId="77777777" w:rsidR="00923D7D" w:rsidRPr="008C226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ECD043B" w14:textId="77777777" w:rsidR="0085747A" w:rsidRPr="008C226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>1.</w:t>
      </w:r>
      <w:r w:rsidR="00E22FBC" w:rsidRPr="008C2263">
        <w:rPr>
          <w:rFonts w:ascii="Corbel" w:hAnsi="Corbel"/>
          <w:smallCaps w:val="0"/>
          <w:szCs w:val="24"/>
        </w:rPr>
        <w:t>2</w:t>
      </w:r>
      <w:r w:rsidR="00F83B28" w:rsidRPr="008C2263">
        <w:rPr>
          <w:rFonts w:ascii="Corbel" w:hAnsi="Corbel"/>
          <w:smallCaps w:val="0"/>
          <w:szCs w:val="24"/>
        </w:rPr>
        <w:t>.</w:t>
      </w:r>
      <w:r w:rsidR="00F83B28" w:rsidRPr="008C2263">
        <w:rPr>
          <w:rFonts w:ascii="Corbel" w:hAnsi="Corbel"/>
          <w:smallCaps w:val="0"/>
          <w:szCs w:val="24"/>
        </w:rPr>
        <w:tab/>
      </w:r>
      <w:r w:rsidRPr="008C2263">
        <w:rPr>
          <w:rFonts w:ascii="Corbel" w:hAnsi="Corbel"/>
          <w:smallCaps w:val="0"/>
          <w:szCs w:val="24"/>
        </w:rPr>
        <w:t xml:space="preserve">Sposób realizacji zajęć  </w:t>
      </w:r>
    </w:p>
    <w:p w14:paraId="6ED59328" w14:textId="77777777" w:rsidR="00A213D0" w:rsidRDefault="00A213D0" w:rsidP="00F83B28">
      <w:pPr>
        <w:pStyle w:val="Punktygwne"/>
        <w:spacing w:before="0" w:after="0"/>
        <w:ind w:left="709"/>
        <w:rPr>
          <w:rFonts w:ascii="Corbel" w:eastAsia="MS Gothic" w:hAnsi="Corbel" w:cs="Segoe UI Symbol"/>
          <w:bCs/>
          <w:szCs w:val="24"/>
        </w:rPr>
      </w:pPr>
    </w:p>
    <w:p w14:paraId="7A2828B7" w14:textId="7C29E8D1" w:rsidR="0085747A" w:rsidRPr="0005718F" w:rsidRDefault="00D84C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5718F">
        <w:rPr>
          <w:rFonts w:ascii="Corbel" w:eastAsia="MS Gothic" w:hAnsi="Corbel" w:cs="Segoe UI Symbol"/>
          <w:b w:val="0"/>
          <w:szCs w:val="24"/>
        </w:rPr>
        <w:t xml:space="preserve">x </w:t>
      </w:r>
      <w:r w:rsidR="0085747A" w:rsidRPr="0005718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1AEFA26" w14:textId="77777777" w:rsidR="0085747A" w:rsidRPr="008C226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C2263">
        <w:rPr>
          <w:rFonts w:ascii="Corbel" w:eastAsia="MS Gothic" w:hAnsi="Segoe UI Symbol" w:cs="Segoe UI Symbol"/>
          <w:b w:val="0"/>
          <w:szCs w:val="24"/>
        </w:rPr>
        <w:t>☐</w:t>
      </w:r>
      <w:r w:rsidRPr="008C226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BF85CE" w14:textId="77777777" w:rsidR="0085747A" w:rsidRPr="008C226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7D0F5F" w14:textId="77777777" w:rsidR="009D5560" w:rsidRPr="008C22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 xml:space="preserve">1.3 </w:t>
      </w:r>
      <w:r w:rsidR="00F83B28" w:rsidRPr="008C2263">
        <w:rPr>
          <w:rFonts w:ascii="Corbel" w:hAnsi="Corbel"/>
          <w:smallCaps w:val="0"/>
          <w:szCs w:val="24"/>
        </w:rPr>
        <w:tab/>
      </w:r>
      <w:r w:rsidRPr="008C2263">
        <w:rPr>
          <w:rFonts w:ascii="Corbel" w:hAnsi="Corbel"/>
          <w:smallCaps w:val="0"/>
          <w:szCs w:val="24"/>
        </w:rPr>
        <w:t>For</w:t>
      </w:r>
      <w:r w:rsidR="00445970" w:rsidRPr="008C2263">
        <w:rPr>
          <w:rFonts w:ascii="Corbel" w:hAnsi="Corbel"/>
          <w:smallCaps w:val="0"/>
          <w:szCs w:val="24"/>
        </w:rPr>
        <w:t xml:space="preserve">ma zaliczenia przedmiotu </w:t>
      </w:r>
      <w:r w:rsidRPr="008C2263">
        <w:rPr>
          <w:rFonts w:ascii="Corbel" w:hAnsi="Corbel"/>
          <w:smallCaps w:val="0"/>
          <w:szCs w:val="24"/>
        </w:rPr>
        <w:t xml:space="preserve"> (z toku) </w:t>
      </w:r>
      <w:r w:rsidRPr="008C2263">
        <w:rPr>
          <w:rFonts w:ascii="Corbel" w:hAnsi="Corbel"/>
          <w:b w:val="0"/>
          <w:smallCaps w:val="0"/>
          <w:szCs w:val="24"/>
        </w:rPr>
        <w:t xml:space="preserve"> </w:t>
      </w:r>
    </w:p>
    <w:p w14:paraId="226535C5" w14:textId="77777777" w:rsidR="00A213D0" w:rsidRDefault="00A213D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0EC379B2" w14:textId="127B61D7" w:rsidR="00E22FBC" w:rsidRPr="008C22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C2263">
        <w:rPr>
          <w:rFonts w:ascii="Corbel" w:hAnsi="Corbel"/>
          <w:b w:val="0"/>
          <w:smallCaps w:val="0"/>
          <w:szCs w:val="24"/>
        </w:rPr>
        <w:t>zaliczenie z oceną</w:t>
      </w:r>
    </w:p>
    <w:p w14:paraId="06CB379F" w14:textId="77777777" w:rsidR="00A213D0" w:rsidRDefault="00A213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204E65" w14:textId="3D21923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C2263">
        <w:rPr>
          <w:rFonts w:ascii="Corbel" w:hAnsi="Corbel"/>
          <w:szCs w:val="24"/>
        </w:rPr>
        <w:t xml:space="preserve">2.Wymagania wstępne </w:t>
      </w:r>
    </w:p>
    <w:p w14:paraId="4BF27449" w14:textId="77777777" w:rsidR="00A213D0" w:rsidRPr="008C2263" w:rsidRDefault="00A213D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C2263" w14:paraId="392AD321" w14:textId="77777777" w:rsidTr="00745302">
        <w:tc>
          <w:tcPr>
            <w:tcW w:w="9670" w:type="dxa"/>
          </w:tcPr>
          <w:p w14:paraId="1F2DBFFB" w14:textId="295AB9A1" w:rsidR="0085747A" w:rsidRPr="008C2263" w:rsidRDefault="0005718F" w:rsidP="000571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podstawowe pojęcia i zasady pracy socjalnej oraz posiada elementarną wiedzę z zakresu asystentury rodziny.</w:t>
            </w:r>
          </w:p>
        </w:tc>
      </w:tr>
    </w:tbl>
    <w:p w14:paraId="3AF275C0" w14:textId="77777777" w:rsidR="00E27FD5" w:rsidRPr="008C2263" w:rsidRDefault="00E27F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9C1BA6" w14:textId="285A29FC" w:rsidR="0085747A" w:rsidRPr="008C2263" w:rsidRDefault="00A213D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8C2263">
        <w:rPr>
          <w:rFonts w:ascii="Corbel" w:hAnsi="Corbel"/>
          <w:szCs w:val="24"/>
        </w:rPr>
        <w:lastRenderedPageBreak/>
        <w:t>3.</w:t>
      </w:r>
      <w:r w:rsidR="0085747A" w:rsidRPr="008C2263">
        <w:rPr>
          <w:rFonts w:ascii="Corbel" w:hAnsi="Corbel"/>
          <w:szCs w:val="24"/>
        </w:rPr>
        <w:t xml:space="preserve"> </w:t>
      </w:r>
      <w:r w:rsidR="00A84C85" w:rsidRPr="008C2263">
        <w:rPr>
          <w:rFonts w:ascii="Corbel" w:hAnsi="Corbel"/>
          <w:szCs w:val="24"/>
        </w:rPr>
        <w:t>cele, efekty uczenia się</w:t>
      </w:r>
      <w:r w:rsidR="0085747A" w:rsidRPr="008C2263">
        <w:rPr>
          <w:rFonts w:ascii="Corbel" w:hAnsi="Corbel"/>
          <w:szCs w:val="24"/>
        </w:rPr>
        <w:t xml:space="preserve"> , treści Programowe i stosowane metody Dydaktyczne</w:t>
      </w:r>
    </w:p>
    <w:p w14:paraId="5091FE8C" w14:textId="77777777" w:rsidR="00A213D0" w:rsidRDefault="00A213D0" w:rsidP="00E27FD5">
      <w:pPr>
        <w:pStyle w:val="Podpunkty"/>
        <w:rPr>
          <w:rFonts w:ascii="Corbel" w:hAnsi="Corbel"/>
          <w:sz w:val="24"/>
          <w:szCs w:val="24"/>
        </w:rPr>
      </w:pPr>
    </w:p>
    <w:p w14:paraId="39DD5B10" w14:textId="0BDF311B" w:rsidR="00F83B28" w:rsidRDefault="0071620A" w:rsidP="00E27FD5">
      <w:pPr>
        <w:pStyle w:val="Podpunkty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sz w:val="24"/>
          <w:szCs w:val="24"/>
        </w:rPr>
        <w:t xml:space="preserve">3.1 </w:t>
      </w:r>
      <w:r w:rsidR="00C05F44" w:rsidRPr="008C2263">
        <w:rPr>
          <w:rFonts w:ascii="Corbel" w:hAnsi="Corbel"/>
          <w:sz w:val="24"/>
          <w:szCs w:val="24"/>
        </w:rPr>
        <w:t>Cele przedmiotu</w:t>
      </w:r>
    </w:p>
    <w:p w14:paraId="0C6B9009" w14:textId="77777777" w:rsidR="00A213D0" w:rsidRPr="008C2263" w:rsidRDefault="00A213D0" w:rsidP="00E27FD5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2049" w:rsidRPr="008C2263" w14:paraId="67429CFE" w14:textId="77777777" w:rsidTr="00832049">
        <w:tc>
          <w:tcPr>
            <w:tcW w:w="845" w:type="dxa"/>
            <w:vAlign w:val="center"/>
          </w:tcPr>
          <w:p w14:paraId="7BFB51A6" w14:textId="77777777" w:rsidR="00832049" w:rsidRPr="008C2263" w:rsidRDefault="00832049" w:rsidP="0005718F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378402B" w14:textId="77777777" w:rsidR="00832049" w:rsidRPr="008C2263" w:rsidRDefault="00AE539B" w:rsidP="0005718F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Celem przedmiotu jest zapoznanie studenta </w:t>
            </w:r>
            <w:r w:rsidR="00753876" w:rsidRPr="008C2263">
              <w:rPr>
                <w:rFonts w:ascii="Corbel" w:hAnsi="Corbel"/>
                <w:b w:val="0"/>
                <w:bCs/>
                <w:sz w:val="24"/>
                <w:szCs w:val="24"/>
              </w:rPr>
              <w:t>z funkcjonowanie</w:t>
            </w:r>
            <w:r w:rsidR="00096982" w:rsidRPr="008C2263">
              <w:rPr>
                <w:rFonts w:ascii="Corbel" w:hAnsi="Corbel"/>
                <w:b w:val="0"/>
                <w:bCs/>
                <w:sz w:val="24"/>
                <w:szCs w:val="24"/>
              </w:rPr>
              <w:t>m</w:t>
            </w:r>
            <w:r w:rsidR="00753876" w:rsidRPr="008C22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zadaniami instytucji wspierających rodzinę</w:t>
            </w:r>
            <w:r w:rsidR="00EC6BC8" w:rsidRPr="008C22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znajomość teorii  rodziny (funkcjonalna i systemowa)</w:t>
            </w:r>
          </w:p>
        </w:tc>
      </w:tr>
      <w:tr w:rsidR="00DF7045" w:rsidRPr="008C2263" w14:paraId="7FD5DC14" w14:textId="77777777" w:rsidTr="006E6F94">
        <w:trPr>
          <w:trHeight w:val="988"/>
        </w:trPr>
        <w:tc>
          <w:tcPr>
            <w:tcW w:w="845" w:type="dxa"/>
            <w:vAlign w:val="center"/>
          </w:tcPr>
          <w:p w14:paraId="018DA15B" w14:textId="77777777" w:rsidR="00DF7045" w:rsidRPr="008C2263" w:rsidRDefault="00DF7045" w:rsidP="0005718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C2</w:t>
            </w:r>
          </w:p>
          <w:p w14:paraId="3173D4CF" w14:textId="77777777" w:rsidR="00A25A0C" w:rsidRPr="008C2263" w:rsidRDefault="00A25A0C" w:rsidP="0005718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75" w:type="dxa"/>
            <w:vAlign w:val="center"/>
          </w:tcPr>
          <w:p w14:paraId="43B7DE3E" w14:textId="77777777" w:rsidR="00A25A0C" w:rsidRPr="008C2263" w:rsidRDefault="00753876" w:rsidP="0005718F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8F57DB" w:rsidRPr="008C2263">
              <w:rPr>
                <w:rFonts w:ascii="Corbel" w:hAnsi="Corbel"/>
                <w:b w:val="0"/>
                <w:bCs/>
                <w:sz w:val="24"/>
                <w:szCs w:val="24"/>
              </w:rPr>
              <w:t>umie wykorzystać uzyskaną wiedzę do diagnozy rodziny , z uwzględnieniem</w:t>
            </w:r>
            <w:r w:rsidR="007E7647" w:rsidRPr="008C22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EC6BC8" w:rsidRPr="008C22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podstawowych narzędzi </w:t>
            </w:r>
            <w:r w:rsidR="006E6F94" w:rsidRPr="008C2263">
              <w:rPr>
                <w:rFonts w:ascii="Corbel" w:hAnsi="Corbel"/>
                <w:b w:val="0"/>
                <w:bCs/>
                <w:sz w:val="24"/>
                <w:szCs w:val="24"/>
              </w:rPr>
              <w:t>, takich jak: kontrakt socjalny i  projekt socjalny</w:t>
            </w:r>
          </w:p>
        </w:tc>
      </w:tr>
    </w:tbl>
    <w:p w14:paraId="4A68F4D5" w14:textId="77777777" w:rsidR="00E27FD5" w:rsidRPr="008C2263" w:rsidRDefault="00E27FD5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7857C1A" w14:textId="158157BA" w:rsidR="001D7B54" w:rsidRDefault="009F4610" w:rsidP="00E27FD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b/>
          <w:sz w:val="24"/>
          <w:szCs w:val="24"/>
        </w:rPr>
        <w:t xml:space="preserve">3.2 </w:t>
      </w:r>
      <w:r w:rsidR="001D7B54" w:rsidRPr="008C2263">
        <w:rPr>
          <w:rFonts w:ascii="Corbel" w:hAnsi="Corbel"/>
          <w:b/>
          <w:sz w:val="24"/>
          <w:szCs w:val="24"/>
        </w:rPr>
        <w:t xml:space="preserve">Efekty </w:t>
      </w:r>
      <w:r w:rsidR="00C05F44" w:rsidRPr="008C226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C2263">
        <w:rPr>
          <w:rFonts w:ascii="Corbel" w:hAnsi="Corbel"/>
          <w:b/>
          <w:sz w:val="24"/>
          <w:szCs w:val="24"/>
        </w:rPr>
        <w:t>dla przedmiotu</w:t>
      </w:r>
      <w:r w:rsidR="00445970" w:rsidRPr="008C2263">
        <w:rPr>
          <w:rFonts w:ascii="Corbel" w:hAnsi="Corbel"/>
          <w:sz w:val="24"/>
          <w:szCs w:val="24"/>
        </w:rPr>
        <w:t xml:space="preserve"> </w:t>
      </w:r>
    </w:p>
    <w:p w14:paraId="1E0F45BA" w14:textId="77777777" w:rsidR="00A213D0" w:rsidRPr="008C2263" w:rsidRDefault="00A213D0" w:rsidP="00E27FD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2"/>
        <w:gridCol w:w="1868"/>
      </w:tblGrid>
      <w:tr w:rsidR="0085747A" w:rsidRPr="008C2263" w14:paraId="2AE8BE68" w14:textId="77777777" w:rsidTr="0071620A">
        <w:tc>
          <w:tcPr>
            <w:tcW w:w="1701" w:type="dxa"/>
            <w:vAlign w:val="center"/>
          </w:tcPr>
          <w:p w14:paraId="16F6BA6E" w14:textId="77777777" w:rsidR="0085747A" w:rsidRPr="008C22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C226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C226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25ABE4B" w14:textId="77777777" w:rsidR="0085747A" w:rsidRPr="008C22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E42FCCB" w14:textId="77777777" w:rsidR="0085747A" w:rsidRPr="008C22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C22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C2263" w14:paraId="41A365B2" w14:textId="77777777" w:rsidTr="005E6E85">
        <w:tc>
          <w:tcPr>
            <w:tcW w:w="1701" w:type="dxa"/>
          </w:tcPr>
          <w:p w14:paraId="3DDD5A46" w14:textId="77777777" w:rsidR="0085747A" w:rsidRPr="008C22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FDCF5A3" w14:textId="33610E51" w:rsidR="0085747A" w:rsidRPr="008C2263" w:rsidRDefault="0005718F" w:rsidP="0005718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9D5560" w:rsidRPr="008C2263">
              <w:rPr>
                <w:rFonts w:ascii="Corbel" w:hAnsi="Corbel"/>
                <w:b w:val="0"/>
                <w:smallCaps w:val="0"/>
                <w:szCs w:val="24"/>
              </w:rPr>
              <w:t>osiada wiedz</w:t>
            </w:r>
            <w:r w:rsidR="00623B77" w:rsidRPr="008C2263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CF0A47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o nowych rozwiązaniach w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rodziną wykorzystując podejście systemowe,</w:t>
            </w:r>
            <w:r w:rsidR="00CF0A47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 prawidłowo interpretując różne relacje zachodzące w obszarze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omocy społecznej</w:t>
            </w:r>
            <w:r w:rsidR="00CF0A47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623B77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zna standardy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co pozwala zrozumieć funkcjonowanie systemy człowiek-środowisko. </w:t>
            </w:r>
          </w:p>
        </w:tc>
        <w:tc>
          <w:tcPr>
            <w:tcW w:w="1873" w:type="dxa"/>
          </w:tcPr>
          <w:p w14:paraId="0AC84FA0" w14:textId="3889C5A3" w:rsidR="0085747A" w:rsidRPr="008C2263" w:rsidRDefault="00C776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E0EC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t>06,K_</w:t>
            </w:r>
            <w:r w:rsidR="00FE0EC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85747A" w:rsidRPr="008C2263" w14:paraId="058D5785" w14:textId="77777777" w:rsidTr="005E6E85">
        <w:tc>
          <w:tcPr>
            <w:tcW w:w="1701" w:type="dxa"/>
          </w:tcPr>
          <w:p w14:paraId="34813CD3" w14:textId="77777777" w:rsidR="0085747A" w:rsidRPr="008C22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D07385A" w14:textId="46827D27" w:rsidR="0085747A" w:rsidRPr="008C2263" w:rsidRDefault="0005718F" w:rsidP="0005718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9D5560" w:rsidRPr="008C2263">
              <w:rPr>
                <w:rFonts w:ascii="Corbel" w:hAnsi="Corbel"/>
                <w:b w:val="0"/>
                <w:smallCaps w:val="0"/>
                <w:szCs w:val="24"/>
              </w:rPr>
              <w:t>na teorie , st</w:t>
            </w:r>
            <w:r w:rsidR="00E53E73" w:rsidRPr="008C2263">
              <w:rPr>
                <w:rFonts w:ascii="Corbel" w:hAnsi="Corbel"/>
                <w:b w:val="0"/>
                <w:smallCaps w:val="0"/>
                <w:szCs w:val="24"/>
              </w:rPr>
              <w:t>rukturę</w:t>
            </w:r>
            <w:r w:rsidR="00CB1E95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33F69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i zadania  </w:t>
            </w:r>
            <w:r w:rsidR="009D5560" w:rsidRPr="008C2263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633F69" w:rsidRPr="008C2263">
              <w:rPr>
                <w:rFonts w:ascii="Corbel" w:hAnsi="Corbel"/>
                <w:b w:val="0"/>
                <w:smallCaps w:val="0"/>
                <w:szCs w:val="24"/>
              </w:rPr>
              <w:t>odziny  oraz potrafi praw</w:t>
            </w:r>
            <w:r w:rsidR="00671921" w:rsidRPr="008C226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633F69" w:rsidRPr="008C2263">
              <w:rPr>
                <w:rFonts w:ascii="Corbel" w:hAnsi="Corbel"/>
                <w:b w:val="0"/>
                <w:smallCaps w:val="0"/>
                <w:szCs w:val="24"/>
              </w:rPr>
              <w:t>dłowo rozróżniać relacje zachodzące między nimi</w:t>
            </w:r>
          </w:p>
        </w:tc>
        <w:tc>
          <w:tcPr>
            <w:tcW w:w="1873" w:type="dxa"/>
          </w:tcPr>
          <w:p w14:paraId="7909BC65" w14:textId="0C8453B2" w:rsidR="0085747A" w:rsidRPr="008C2263" w:rsidRDefault="001D06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A567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8C2263" w14:paraId="46CFCFCE" w14:textId="77777777" w:rsidTr="005E6E85">
        <w:tc>
          <w:tcPr>
            <w:tcW w:w="1701" w:type="dxa"/>
          </w:tcPr>
          <w:p w14:paraId="1A63414A" w14:textId="77777777" w:rsidR="0085747A" w:rsidRPr="008C22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26326" w:rsidRPr="008C226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CCC81A8" w14:textId="33E1037D" w:rsidR="0085747A" w:rsidRPr="008C2263" w:rsidRDefault="0005718F" w:rsidP="0005718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346684" w:rsidRPr="008C2263">
              <w:rPr>
                <w:rFonts w:ascii="Corbel" w:hAnsi="Corbel"/>
                <w:b w:val="0"/>
                <w:smallCaps w:val="0"/>
                <w:szCs w:val="24"/>
              </w:rPr>
              <w:t>otrafi wykorzystać  podstawową wiedz</w:t>
            </w:r>
            <w:r w:rsidR="008636A8" w:rsidRPr="008C2263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346684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teoretyczną do opisu i analizy konkretnej rodziny wchodząc w różne role zawodowe pracownika </w:t>
            </w:r>
          </w:p>
        </w:tc>
        <w:tc>
          <w:tcPr>
            <w:tcW w:w="1873" w:type="dxa"/>
          </w:tcPr>
          <w:p w14:paraId="7C96F8B2" w14:textId="44BAAB82" w:rsidR="00AA5A60" w:rsidRPr="008C2263" w:rsidRDefault="001D06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A567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14:paraId="2D63F784" w14:textId="77777777" w:rsidR="0085747A" w:rsidRPr="008C22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1B4915" w14:textId="77777777" w:rsidR="0085747A" w:rsidRPr="008C226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C2263">
        <w:rPr>
          <w:rFonts w:ascii="Corbel" w:hAnsi="Corbel"/>
          <w:b/>
          <w:sz w:val="24"/>
          <w:szCs w:val="24"/>
        </w:rPr>
        <w:t>3.3</w:t>
      </w:r>
      <w:r w:rsidR="001D7B54" w:rsidRPr="008C2263">
        <w:rPr>
          <w:rFonts w:ascii="Corbel" w:hAnsi="Corbel"/>
          <w:b/>
          <w:sz w:val="24"/>
          <w:szCs w:val="24"/>
        </w:rPr>
        <w:t xml:space="preserve"> </w:t>
      </w:r>
      <w:r w:rsidR="0085747A" w:rsidRPr="008C2263">
        <w:rPr>
          <w:rFonts w:ascii="Corbel" w:hAnsi="Corbel"/>
          <w:b/>
          <w:sz w:val="24"/>
          <w:szCs w:val="24"/>
        </w:rPr>
        <w:t>T</w:t>
      </w:r>
      <w:r w:rsidR="001D7B54" w:rsidRPr="008C226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C2263">
        <w:rPr>
          <w:rFonts w:ascii="Corbel" w:hAnsi="Corbel"/>
          <w:sz w:val="24"/>
          <w:szCs w:val="24"/>
        </w:rPr>
        <w:t xml:space="preserve">  </w:t>
      </w:r>
    </w:p>
    <w:p w14:paraId="04CFAB6F" w14:textId="77777777" w:rsidR="0085747A" w:rsidRPr="008C226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sz w:val="24"/>
          <w:szCs w:val="24"/>
        </w:rPr>
        <w:t xml:space="preserve">Problematyka wykładu </w:t>
      </w:r>
    </w:p>
    <w:p w14:paraId="2DF07E18" w14:textId="77777777" w:rsidR="00675843" w:rsidRPr="008C226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C2263" w14:paraId="7DE9E545" w14:textId="77777777" w:rsidTr="00923D7D">
        <w:tc>
          <w:tcPr>
            <w:tcW w:w="9639" w:type="dxa"/>
          </w:tcPr>
          <w:p w14:paraId="7E221E1B" w14:textId="77777777" w:rsidR="0085747A" w:rsidRPr="008C226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C2263" w14:paraId="4EAD56C3" w14:textId="77777777" w:rsidTr="00923D7D">
        <w:tc>
          <w:tcPr>
            <w:tcW w:w="9639" w:type="dxa"/>
          </w:tcPr>
          <w:p w14:paraId="110D84D3" w14:textId="225F7B0F" w:rsidR="0085747A" w:rsidRPr="0005718F" w:rsidRDefault="0005718F" w:rsidP="000571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AE654F3" w14:textId="77777777" w:rsidR="0085747A" w:rsidRPr="008C22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55CD83" w14:textId="2D488216" w:rsidR="0085747A" w:rsidRDefault="0085747A" w:rsidP="00E27FD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C2263">
        <w:rPr>
          <w:rFonts w:ascii="Corbel" w:hAnsi="Corbel"/>
          <w:sz w:val="24"/>
          <w:szCs w:val="24"/>
        </w:rPr>
        <w:t xml:space="preserve">, </w:t>
      </w:r>
      <w:r w:rsidRPr="008C2263">
        <w:rPr>
          <w:rFonts w:ascii="Corbel" w:hAnsi="Corbel"/>
          <w:sz w:val="24"/>
          <w:szCs w:val="24"/>
        </w:rPr>
        <w:t xml:space="preserve">zajęć praktycznych </w:t>
      </w:r>
    </w:p>
    <w:p w14:paraId="51B356C4" w14:textId="77777777" w:rsidR="00A213D0" w:rsidRPr="008C2263" w:rsidRDefault="00A213D0" w:rsidP="00A213D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C2263" w14:paraId="3F1F7A6D" w14:textId="77777777" w:rsidTr="00AF4430">
        <w:tc>
          <w:tcPr>
            <w:tcW w:w="9520" w:type="dxa"/>
          </w:tcPr>
          <w:p w14:paraId="73B9EF55" w14:textId="77777777" w:rsidR="0085747A" w:rsidRPr="008C226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430" w:rsidRPr="008C2263" w14:paraId="1E2F63B4" w14:textId="77777777" w:rsidTr="00AF4430">
        <w:tc>
          <w:tcPr>
            <w:tcW w:w="9520" w:type="dxa"/>
          </w:tcPr>
          <w:p w14:paraId="35A88CD4" w14:textId="77777777" w:rsidR="00AF4430" w:rsidRPr="008C2263" w:rsidRDefault="00BF56DE" w:rsidP="00AF44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Wprowadzenie do przedmiotu. Zdefiniowanie podstawowych pojęć z zakresu rodziny. Rodzina w okresie przemian .Etyczne aspekty pracy z rodziną</w:t>
            </w:r>
            <w:r w:rsidR="00396729" w:rsidRPr="008C2263">
              <w:rPr>
                <w:rFonts w:ascii="Corbel" w:hAnsi="Corbel"/>
                <w:sz w:val="24"/>
                <w:szCs w:val="24"/>
              </w:rPr>
              <w:t>.</w:t>
            </w:r>
            <w:r w:rsidR="006C75E5" w:rsidRPr="008C2263">
              <w:rPr>
                <w:rFonts w:ascii="Corbel" w:hAnsi="Corbel"/>
                <w:sz w:val="24"/>
                <w:szCs w:val="24"/>
              </w:rPr>
              <w:t xml:space="preserve"> </w:t>
            </w:r>
            <w:r w:rsidR="006C75E5" w:rsidRPr="008C2263">
              <w:rPr>
                <w:rStyle w:val="wrtext"/>
                <w:rFonts w:ascii="Corbel" w:hAnsi="Corbel"/>
                <w:sz w:val="24"/>
                <w:szCs w:val="24"/>
              </w:rPr>
              <w:t>Teorie rodziny, misja, cele, wartości i zasady pracy socjalnej z rodziną</w:t>
            </w:r>
            <w:r w:rsidR="00A43757" w:rsidRPr="008C2263">
              <w:rPr>
                <w:rStyle w:val="wrtext"/>
                <w:rFonts w:ascii="Corbel" w:hAnsi="Corbel"/>
                <w:sz w:val="24"/>
                <w:szCs w:val="24"/>
              </w:rPr>
              <w:t>.</w:t>
            </w:r>
          </w:p>
        </w:tc>
      </w:tr>
      <w:tr w:rsidR="00453E42" w:rsidRPr="008C2263" w14:paraId="6C36E19B" w14:textId="77777777" w:rsidTr="00AF4430">
        <w:tc>
          <w:tcPr>
            <w:tcW w:w="9520" w:type="dxa"/>
          </w:tcPr>
          <w:p w14:paraId="1B10BD32" w14:textId="77777777" w:rsidR="00453E42" w:rsidRPr="008C2263" w:rsidRDefault="00DD1FF5" w:rsidP="00453E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Style w:val="wrtext"/>
                <w:rFonts w:ascii="Corbel" w:hAnsi="Corbel"/>
                <w:sz w:val="24"/>
                <w:szCs w:val="24"/>
              </w:rPr>
              <w:t xml:space="preserve">Wybrane techniki i narzędzia pracy wspierającej wobec rodziny z dzieckiem tj. konferencja grupy rodzinnej; </w:t>
            </w:r>
            <w:proofErr w:type="spellStart"/>
            <w:r w:rsidRPr="008C2263">
              <w:rPr>
                <w:rStyle w:val="wrtext"/>
                <w:rFonts w:ascii="Corbel" w:hAnsi="Corbel"/>
                <w:sz w:val="24"/>
                <w:szCs w:val="24"/>
              </w:rPr>
              <w:t>ekomapa</w:t>
            </w:r>
            <w:proofErr w:type="spellEnd"/>
            <w:r w:rsidRPr="008C2263">
              <w:rPr>
                <w:rStyle w:val="wrtext"/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8C2263">
              <w:rPr>
                <w:rStyle w:val="wrtext"/>
                <w:rFonts w:ascii="Corbel" w:hAnsi="Corbel"/>
                <w:sz w:val="24"/>
                <w:szCs w:val="24"/>
              </w:rPr>
              <w:t>genogram</w:t>
            </w:r>
            <w:proofErr w:type="spellEnd"/>
            <w:r w:rsidRPr="008C2263">
              <w:rPr>
                <w:rStyle w:val="wrtext"/>
                <w:rFonts w:ascii="Corbel" w:hAnsi="Corbel"/>
                <w:sz w:val="24"/>
                <w:szCs w:val="24"/>
              </w:rPr>
              <w:t>, i in.</w:t>
            </w:r>
          </w:p>
        </w:tc>
      </w:tr>
      <w:tr w:rsidR="00C877C5" w:rsidRPr="008C2263" w14:paraId="3041C38C" w14:textId="77777777" w:rsidTr="00233EA2">
        <w:trPr>
          <w:trHeight w:val="665"/>
        </w:trPr>
        <w:tc>
          <w:tcPr>
            <w:tcW w:w="9520" w:type="dxa"/>
          </w:tcPr>
          <w:p w14:paraId="1079EB3A" w14:textId="77777777" w:rsidR="00DD1FF5" w:rsidRPr="008C2263" w:rsidRDefault="00C877C5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Praca socjalna z rodziną z dziećmi w oparciu o kontrakt socjalny; Specyfika pracy socjalnej z rodzinami z dziećmi metodą grupową</w:t>
            </w:r>
            <w:r w:rsidR="003B7CAE" w:rsidRPr="008C2263">
              <w:rPr>
                <w:rFonts w:ascii="Corbel" w:hAnsi="Corbel"/>
                <w:sz w:val="24"/>
                <w:szCs w:val="24"/>
              </w:rPr>
              <w:t>.</w:t>
            </w:r>
            <w:r w:rsidR="004630B7" w:rsidRPr="008C226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4624A" w:rsidRPr="008C2263" w14:paraId="684971CB" w14:textId="77777777" w:rsidTr="00233EA2">
        <w:trPr>
          <w:trHeight w:val="987"/>
        </w:trPr>
        <w:tc>
          <w:tcPr>
            <w:tcW w:w="9520" w:type="dxa"/>
          </w:tcPr>
          <w:p w14:paraId="65F7A387" w14:textId="77777777" w:rsidR="00D4624A" w:rsidRPr="008C2263" w:rsidRDefault="00D4624A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lastRenderedPageBreak/>
              <w:t>Asystent rodzinny i koordynator pieczy zastępczej – cele i zadania, rozwiązania instytucjonalne, współpraca a z pracownikiem socjalnym; asysta rodzinna jako instrument aktywnej integracji w projektach systemowych</w:t>
            </w:r>
          </w:p>
        </w:tc>
      </w:tr>
      <w:tr w:rsidR="00DD1FF5" w:rsidRPr="008C2263" w14:paraId="533247FE" w14:textId="77777777" w:rsidTr="00AF4430">
        <w:trPr>
          <w:trHeight w:val="705"/>
        </w:trPr>
        <w:tc>
          <w:tcPr>
            <w:tcW w:w="9520" w:type="dxa"/>
          </w:tcPr>
          <w:p w14:paraId="649F6D55" w14:textId="77777777" w:rsidR="00DD1FF5" w:rsidRPr="008C2263" w:rsidRDefault="004630B7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System usług socjalnych na rzecz rodziny zagrożonej wykluczeniem społecznym: zespoły interdyscyplinarne, streetworking, specjalistyczne poradnictwo rodzinne</w:t>
            </w:r>
          </w:p>
        </w:tc>
      </w:tr>
    </w:tbl>
    <w:p w14:paraId="4B00CD9D" w14:textId="77777777" w:rsidR="008C2263" w:rsidRPr="008C2263" w:rsidRDefault="008C226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DCE0EA" w14:textId="77777777" w:rsidR="00AD55F8" w:rsidRPr="008C2263" w:rsidRDefault="009F4610" w:rsidP="008C226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>3.4 Metody dydaktyczne</w:t>
      </w:r>
      <w:r w:rsidRPr="008C2263">
        <w:rPr>
          <w:rFonts w:ascii="Corbel" w:hAnsi="Corbel"/>
          <w:b w:val="0"/>
          <w:smallCaps w:val="0"/>
          <w:szCs w:val="24"/>
        </w:rPr>
        <w:t xml:space="preserve"> </w:t>
      </w:r>
    </w:p>
    <w:p w14:paraId="730DFF57" w14:textId="77777777" w:rsidR="00A213D0" w:rsidRDefault="00A213D0" w:rsidP="008C2263">
      <w:pPr>
        <w:pStyle w:val="Podpunkty"/>
        <w:spacing w:before="40" w:after="40"/>
        <w:ind w:left="0"/>
        <w:jc w:val="left"/>
        <w:rPr>
          <w:rFonts w:ascii="Corbel" w:hAnsi="Corbel"/>
          <w:b w:val="0"/>
          <w:bCs/>
          <w:sz w:val="24"/>
          <w:szCs w:val="24"/>
        </w:rPr>
      </w:pPr>
    </w:p>
    <w:p w14:paraId="4CAD6BE4" w14:textId="5A4F9B50" w:rsidR="00AD55F8" w:rsidRPr="0005718F" w:rsidRDefault="008C2263" w:rsidP="008C2263">
      <w:pPr>
        <w:pStyle w:val="Podpunkty"/>
        <w:spacing w:before="40" w:after="40"/>
        <w:ind w:left="0"/>
        <w:jc w:val="left"/>
        <w:rPr>
          <w:rFonts w:ascii="Corbel" w:hAnsi="Corbel"/>
          <w:b w:val="0"/>
          <w:bCs/>
          <w:i/>
          <w:iCs/>
          <w:sz w:val="24"/>
          <w:szCs w:val="24"/>
        </w:rPr>
      </w:pPr>
      <w:r w:rsidRPr="0005718F">
        <w:rPr>
          <w:rFonts w:ascii="Corbel" w:hAnsi="Corbel"/>
          <w:b w:val="0"/>
          <w:bCs/>
          <w:i/>
          <w:iCs/>
          <w:sz w:val="24"/>
          <w:szCs w:val="24"/>
        </w:rPr>
        <w:t>Konwersatorium</w:t>
      </w:r>
      <w:r w:rsidR="00AD55F8" w:rsidRPr="0005718F">
        <w:rPr>
          <w:rFonts w:ascii="Corbel" w:hAnsi="Corbel"/>
          <w:b w:val="0"/>
          <w:bCs/>
          <w:i/>
          <w:iCs/>
          <w:sz w:val="24"/>
          <w:szCs w:val="24"/>
        </w:rPr>
        <w:t>:  analiza tekstów z dyskusją,  praca w grupach</w:t>
      </w:r>
      <w:r w:rsidR="0005718F" w:rsidRPr="0005718F">
        <w:rPr>
          <w:rFonts w:ascii="Corbel" w:hAnsi="Corbel"/>
          <w:b w:val="0"/>
          <w:bCs/>
          <w:i/>
          <w:iCs/>
          <w:sz w:val="24"/>
          <w:szCs w:val="24"/>
        </w:rPr>
        <w:t>.</w:t>
      </w:r>
    </w:p>
    <w:p w14:paraId="0659F00A" w14:textId="77777777" w:rsidR="00233EA2" w:rsidRPr="008C2263" w:rsidRDefault="00233EA2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35A6342" w14:textId="77777777" w:rsidR="0085747A" w:rsidRPr="008C2263" w:rsidRDefault="00153C41" w:rsidP="00AD55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C2263">
        <w:rPr>
          <w:rFonts w:ascii="Corbel" w:hAnsi="Corbel"/>
          <w:b w:val="0"/>
          <w:i/>
          <w:szCs w:val="24"/>
        </w:rPr>
        <w:t xml:space="preserve"> </w:t>
      </w:r>
      <w:r w:rsidR="00C61DC5" w:rsidRPr="008C2263">
        <w:rPr>
          <w:rFonts w:ascii="Corbel" w:hAnsi="Corbel"/>
          <w:smallCaps w:val="0"/>
          <w:szCs w:val="24"/>
        </w:rPr>
        <w:t xml:space="preserve">4. </w:t>
      </w:r>
      <w:r w:rsidR="0085747A" w:rsidRPr="008C2263">
        <w:rPr>
          <w:rFonts w:ascii="Corbel" w:hAnsi="Corbel"/>
          <w:smallCaps w:val="0"/>
          <w:szCs w:val="24"/>
        </w:rPr>
        <w:t>METODY I KRYTERIA OCENY</w:t>
      </w:r>
      <w:r w:rsidR="009F4610" w:rsidRPr="008C2263">
        <w:rPr>
          <w:rFonts w:ascii="Corbel" w:hAnsi="Corbel"/>
          <w:smallCaps w:val="0"/>
          <w:szCs w:val="24"/>
        </w:rPr>
        <w:t xml:space="preserve"> </w:t>
      </w:r>
    </w:p>
    <w:p w14:paraId="7D9EBA95" w14:textId="77777777" w:rsidR="00923D7D" w:rsidRPr="008C226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68DDA4" w14:textId="77777777" w:rsidR="0085747A" w:rsidRPr="008C2263" w:rsidRDefault="0085747A" w:rsidP="008C22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C2263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8C2263" w14:paraId="5F5EC79C" w14:textId="77777777" w:rsidTr="00C05F44">
        <w:tc>
          <w:tcPr>
            <w:tcW w:w="1985" w:type="dxa"/>
            <w:vAlign w:val="center"/>
          </w:tcPr>
          <w:p w14:paraId="4B0BABA1" w14:textId="77777777" w:rsidR="0085747A" w:rsidRPr="008C226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C40B2B" w14:textId="77777777" w:rsidR="0085747A" w:rsidRPr="008C226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ED35A2" w14:textId="77777777" w:rsidR="0085747A" w:rsidRPr="008C226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2F467D" w14:textId="77777777" w:rsidR="00923D7D" w:rsidRPr="008C22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6BB023EA" w14:textId="77777777" w:rsidR="0085747A" w:rsidRPr="008C22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5747A" w:rsidRPr="008C2263" w14:paraId="1F491209" w14:textId="77777777" w:rsidTr="00C05F44">
        <w:tc>
          <w:tcPr>
            <w:tcW w:w="1985" w:type="dxa"/>
          </w:tcPr>
          <w:p w14:paraId="521C9266" w14:textId="77777777" w:rsidR="0085747A" w:rsidRPr="008C2263" w:rsidRDefault="00E27FD5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D292E05" w14:textId="0A26B52C" w:rsidR="003B12DE" w:rsidRPr="0005718F" w:rsidRDefault="0005718F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05718F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FD73CED" w14:textId="01755D44" w:rsidR="000152B4" w:rsidRPr="0005718F" w:rsidRDefault="00A805B9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05718F">
              <w:rPr>
                <w:rFonts w:ascii="Corbel" w:hAnsi="Corbel"/>
                <w:b w:val="0"/>
                <w:color w:val="000000"/>
                <w:szCs w:val="24"/>
              </w:rPr>
              <w:t>Konw</w:t>
            </w:r>
            <w:proofErr w:type="spellEnd"/>
            <w:r w:rsidR="0005718F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  <w:tr w:rsidR="0085747A" w:rsidRPr="008C2263" w14:paraId="0E82BD01" w14:textId="77777777" w:rsidTr="00C05F44">
        <w:tc>
          <w:tcPr>
            <w:tcW w:w="1985" w:type="dxa"/>
          </w:tcPr>
          <w:p w14:paraId="5145B71D" w14:textId="77777777" w:rsidR="000152B4" w:rsidRPr="008C2263" w:rsidRDefault="0085747A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</w:t>
            </w:r>
            <w:r w:rsid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</w:p>
        </w:tc>
        <w:tc>
          <w:tcPr>
            <w:tcW w:w="5528" w:type="dxa"/>
          </w:tcPr>
          <w:p w14:paraId="7A8EB730" w14:textId="77777777" w:rsidR="0085747A" w:rsidRPr="0005718F" w:rsidRDefault="00AA6E68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05718F">
              <w:rPr>
                <w:rFonts w:ascii="Corbel" w:hAnsi="Corbel"/>
                <w:b w:val="0"/>
                <w:color w:val="000000"/>
                <w:szCs w:val="24"/>
              </w:rPr>
              <w:t>Przygotowanie  Prezentacji</w:t>
            </w:r>
          </w:p>
        </w:tc>
        <w:tc>
          <w:tcPr>
            <w:tcW w:w="2126" w:type="dxa"/>
          </w:tcPr>
          <w:p w14:paraId="50169C9B" w14:textId="23226CB6" w:rsidR="0085747A" w:rsidRPr="0005718F" w:rsidRDefault="00A805B9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05718F">
              <w:rPr>
                <w:rFonts w:ascii="Corbel" w:hAnsi="Corbel"/>
                <w:b w:val="0"/>
                <w:color w:val="000000"/>
                <w:szCs w:val="24"/>
              </w:rPr>
              <w:t>Konw</w:t>
            </w:r>
            <w:proofErr w:type="spellEnd"/>
            <w:r w:rsidR="0005718F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  <w:tr w:rsidR="00E27FD5" w:rsidRPr="008C2263" w14:paraId="25BF223A" w14:textId="77777777" w:rsidTr="00C05F44">
        <w:tc>
          <w:tcPr>
            <w:tcW w:w="1985" w:type="dxa"/>
          </w:tcPr>
          <w:p w14:paraId="489988E8" w14:textId="77777777" w:rsidR="00E27FD5" w:rsidRPr="008C2263" w:rsidRDefault="00E27FD5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03</w:t>
            </w:r>
          </w:p>
        </w:tc>
        <w:tc>
          <w:tcPr>
            <w:tcW w:w="5528" w:type="dxa"/>
          </w:tcPr>
          <w:p w14:paraId="4526194D" w14:textId="28305291" w:rsidR="00E27FD5" w:rsidRPr="0005718F" w:rsidRDefault="00E27FD5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05718F">
              <w:rPr>
                <w:rFonts w:ascii="Corbel" w:hAnsi="Corbel"/>
                <w:b w:val="0"/>
                <w:color w:val="000000"/>
                <w:szCs w:val="24"/>
              </w:rPr>
              <w:t xml:space="preserve">Przygotowanie prezentacji, </w:t>
            </w:r>
            <w:r w:rsidR="0005718F" w:rsidRPr="0005718F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1A583D3" w14:textId="5428E6DC" w:rsidR="00E27FD5" w:rsidRPr="0005718F" w:rsidRDefault="00E27FD5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05718F">
              <w:rPr>
                <w:rFonts w:ascii="Corbel" w:hAnsi="Corbel"/>
                <w:b w:val="0"/>
                <w:color w:val="000000"/>
                <w:szCs w:val="24"/>
              </w:rPr>
              <w:t>Konw</w:t>
            </w:r>
            <w:proofErr w:type="spellEnd"/>
            <w:r w:rsidR="0005718F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</w:tbl>
    <w:p w14:paraId="3090C61D" w14:textId="77777777" w:rsidR="00923D7D" w:rsidRPr="008C226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0D2578" w14:textId="77777777" w:rsidR="0085747A" w:rsidRPr="008C226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 xml:space="preserve">4.2 </w:t>
      </w:r>
      <w:r w:rsidR="0085747A" w:rsidRPr="008C226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C2263">
        <w:rPr>
          <w:rFonts w:ascii="Corbel" w:hAnsi="Corbel"/>
          <w:smallCaps w:val="0"/>
          <w:szCs w:val="24"/>
        </w:rPr>
        <w:t xml:space="preserve"> </w:t>
      </w:r>
    </w:p>
    <w:p w14:paraId="3C634BC1" w14:textId="77777777" w:rsidR="00923D7D" w:rsidRPr="008C226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C2263" w14:paraId="3ECB922A" w14:textId="77777777" w:rsidTr="00923D7D">
        <w:tc>
          <w:tcPr>
            <w:tcW w:w="9670" w:type="dxa"/>
          </w:tcPr>
          <w:p w14:paraId="485DF8D0" w14:textId="12AE2B49" w:rsidR="00AA6E68" w:rsidRPr="008C2263" w:rsidRDefault="00AA6E68" w:rsidP="00AA6E68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8C2263">
              <w:rPr>
                <w:rFonts w:ascii="Corbel" w:hAnsi="Corbel"/>
              </w:rPr>
              <w:t>Przygotowanie prezentacji</w:t>
            </w:r>
            <w:r w:rsidR="0005718F">
              <w:rPr>
                <w:rFonts w:ascii="Corbel" w:hAnsi="Corbel"/>
              </w:rPr>
              <w:t>.</w:t>
            </w:r>
          </w:p>
          <w:p w14:paraId="581F2B43" w14:textId="3EBF42FF" w:rsidR="0085747A" w:rsidRPr="008C2263" w:rsidRDefault="00AA6E68" w:rsidP="008C2263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8C2263">
              <w:rPr>
                <w:rFonts w:ascii="Corbel" w:hAnsi="Corbel"/>
              </w:rPr>
              <w:t>Dokonywanie kwerend wybranych treści dotyczących konkretnych zagadnień z zakresu przedmiotu</w:t>
            </w:r>
            <w:r w:rsidR="0005718F">
              <w:rPr>
                <w:rFonts w:ascii="Corbel" w:hAnsi="Corbel"/>
              </w:rPr>
              <w:t>.</w:t>
            </w:r>
          </w:p>
        </w:tc>
      </w:tr>
    </w:tbl>
    <w:p w14:paraId="22B33385" w14:textId="77777777" w:rsidR="0085747A" w:rsidRPr="008C22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CC3C1F" w14:textId="77777777" w:rsidR="009F4610" w:rsidRPr="008C226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C2263">
        <w:rPr>
          <w:rFonts w:ascii="Corbel" w:hAnsi="Corbel"/>
          <w:b/>
          <w:sz w:val="24"/>
          <w:szCs w:val="24"/>
        </w:rPr>
        <w:t xml:space="preserve">5. </w:t>
      </w:r>
      <w:r w:rsidR="00C61DC5" w:rsidRPr="008C226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2B640D" w14:textId="77777777" w:rsidR="0085747A" w:rsidRPr="008C22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C2263" w14:paraId="1F6456A2" w14:textId="77777777" w:rsidTr="003E1941">
        <w:tc>
          <w:tcPr>
            <w:tcW w:w="4962" w:type="dxa"/>
            <w:vAlign w:val="center"/>
          </w:tcPr>
          <w:p w14:paraId="40AA2B0D" w14:textId="77777777" w:rsidR="0085747A" w:rsidRPr="008C22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C22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C226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C22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4273E1" w14:textId="77777777" w:rsidR="0085747A" w:rsidRPr="008C22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C22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C226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C226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C22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C2263" w14:paraId="74927137" w14:textId="77777777" w:rsidTr="00923D7D">
        <w:tc>
          <w:tcPr>
            <w:tcW w:w="4962" w:type="dxa"/>
          </w:tcPr>
          <w:p w14:paraId="675C3ACC" w14:textId="77777777" w:rsidR="0085747A" w:rsidRPr="008C22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G</w:t>
            </w:r>
            <w:r w:rsidR="0085747A" w:rsidRPr="008C226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C226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C226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C226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C226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C226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C22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8489BEB" w14:textId="15CE99E2" w:rsidR="0085747A" w:rsidRPr="008C2263" w:rsidRDefault="00057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C2263" w14:paraId="312FF770" w14:textId="77777777" w:rsidTr="00923D7D">
        <w:tc>
          <w:tcPr>
            <w:tcW w:w="4962" w:type="dxa"/>
          </w:tcPr>
          <w:p w14:paraId="310E4BEF" w14:textId="77777777" w:rsidR="00C61DC5" w:rsidRPr="008C22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C226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83DA88" w14:textId="77777777" w:rsidR="00C61DC5" w:rsidRPr="008C22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634A8E" w14:textId="77777777" w:rsidR="00C61DC5" w:rsidRPr="008C2263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C2263" w14:paraId="51815AA5" w14:textId="77777777" w:rsidTr="00923D7D">
        <w:tc>
          <w:tcPr>
            <w:tcW w:w="4962" w:type="dxa"/>
          </w:tcPr>
          <w:p w14:paraId="183452F7" w14:textId="77777777" w:rsidR="0071620A" w:rsidRPr="008C22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A5F87F4" w14:textId="77777777" w:rsidR="00C61DC5" w:rsidRPr="008C22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DEF544A" w14:textId="5AB44F32" w:rsidR="00C61DC5" w:rsidRPr="008C2263" w:rsidRDefault="00057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8C2263" w14:paraId="75A304A6" w14:textId="77777777" w:rsidTr="00923D7D">
        <w:tc>
          <w:tcPr>
            <w:tcW w:w="4962" w:type="dxa"/>
          </w:tcPr>
          <w:p w14:paraId="6A7F5BE2" w14:textId="77777777" w:rsidR="0085747A" w:rsidRPr="008C22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F4D52E" w14:textId="77777777" w:rsidR="0085747A" w:rsidRPr="008C2263" w:rsidRDefault="00D84C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C2263" w14:paraId="1038686F" w14:textId="77777777" w:rsidTr="00923D7D">
        <w:tc>
          <w:tcPr>
            <w:tcW w:w="4962" w:type="dxa"/>
          </w:tcPr>
          <w:p w14:paraId="09F64453" w14:textId="77777777" w:rsidR="0085747A" w:rsidRPr="008C22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C22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7A7ECE8" w14:textId="77777777" w:rsidR="0085747A" w:rsidRPr="008C2263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0B303B" w14:textId="77777777" w:rsidR="0085747A" w:rsidRPr="008C22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C226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C226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463354" w14:textId="524F1E69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4E758A" w14:textId="1D000F58" w:rsidR="0005718F" w:rsidRDefault="0005718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595F23" w14:textId="77777777" w:rsidR="0005718F" w:rsidRPr="008C2263" w:rsidRDefault="0005718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2C0CEF" w14:textId="77777777" w:rsidR="0085747A" w:rsidRPr="008C226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C2263">
        <w:rPr>
          <w:rFonts w:ascii="Corbel" w:hAnsi="Corbel"/>
          <w:smallCaps w:val="0"/>
          <w:szCs w:val="24"/>
        </w:rPr>
        <w:t>PRAKTYKI ZAWO</w:t>
      </w:r>
      <w:r w:rsidR="009D3F3B" w:rsidRPr="008C2263">
        <w:rPr>
          <w:rFonts w:ascii="Corbel" w:hAnsi="Corbel"/>
          <w:smallCaps w:val="0"/>
          <w:szCs w:val="24"/>
        </w:rPr>
        <w:t>DOWE W RAMACH PRZEDMIOTU</w:t>
      </w:r>
    </w:p>
    <w:p w14:paraId="37F90A7C" w14:textId="77777777" w:rsidR="0085747A" w:rsidRPr="008C226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213D0" w:rsidRPr="008C2263" w14:paraId="19912744" w14:textId="77777777" w:rsidTr="0071620A">
        <w:trPr>
          <w:trHeight w:val="397"/>
        </w:trPr>
        <w:tc>
          <w:tcPr>
            <w:tcW w:w="3544" w:type="dxa"/>
          </w:tcPr>
          <w:p w14:paraId="681412D5" w14:textId="77777777" w:rsidR="00A213D0" w:rsidRPr="008C2263" w:rsidRDefault="00A213D0" w:rsidP="00A21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2362C6" w14:textId="1D0EF2CB" w:rsidR="00A213D0" w:rsidRPr="0005718F" w:rsidRDefault="00A213D0" w:rsidP="00A213D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5718F">
              <w:rPr>
                <w:rFonts w:ascii="Corbel" w:hAnsi="Corbel"/>
                <w:b w:val="0"/>
                <w:bCs/>
                <w:szCs w:val="24"/>
              </w:rPr>
              <w:t>Nie dotyczy</w:t>
            </w:r>
          </w:p>
        </w:tc>
      </w:tr>
      <w:tr w:rsidR="00A213D0" w:rsidRPr="008C2263" w14:paraId="6C0316CC" w14:textId="77777777" w:rsidTr="0071620A">
        <w:trPr>
          <w:trHeight w:val="397"/>
        </w:trPr>
        <w:tc>
          <w:tcPr>
            <w:tcW w:w="3544" w:type="dxa"/>
          </w:tcPr>
          <w:p w14:paraId="709C0D4E" w14:textId="77777777" w:rsidR="00A213D0" w:rsidRPr="008C2263" w:rsidRDefault="00A213D0" w:rsidP="00A21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DB74C9E" w14:textId="497D2D55" w:rsidR="00A213D0" w:rsidRPr="0005718F" w:rsidRDefault="00A213D0" w:rsidP="00A213D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5718F">
              <w:rPr>
                <w:rFonts w:ascii="Corbel" w:hAnsi="Corbel"/>
                <w:b w:val="0"/>
                <w:bCs/>
                <w:szCs w:val="24"/>
              </w:rPr>
              <w:t>Nie dotyczy</w:t>
            </w:r>
          </w:p>
        </w:tc>
      </w:tr>
    </w:tbl>
    <w:p w14:paraId="4D8E824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2996EA" w14:textId="77777777" w:rsidR="008C2263" w:rsidRDefault="008C22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8F9222" w14:textId="77777777" w:rsidR="0085747A" w:rsidRPr="008C22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 xml:space="preserve">7. </w:t>
      </w:r>
      <w:r w:rsidR="0085747A" w:rsidRPr="008C2263">
        <w:rPr>
          <w:rFonts w:ascii="Corbel" w:hAnsi="Corbel"/>
          <w:smallCaps w:val="0"/>
          <w:szCs w:val="24"/>
        </w:rPr>
        <w:t>LITERATURA</w:t>
      </w:r>
      <w:r w:rsidRPr="008C2263">
        <w:rPr>
          <w:rFonts w:ascii="Corbel" w:hAnsi="Corbel"/>
          <w:smallCaps w:val="0"/>
          <w:szCs w:val="24"/>
        </w:rPr>
        <w:t xml:space="preserve"> </w:t>
      </w:r>
    </w:p>
    <w:p w14:paraId="03E5F766" w14:textId="77777777" w:rsidR="00675843" w:rsidRPr="008C22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42303" w:rsidRPr="008C2263" w14:paraId="16B0498C" w14:textId="77777777" w:rsidTr="008C2263">
        <w:trPr>
          <w:trHeight w:val="397"/>
        </w:trPr>
        <w:tc>
          <w:tcPr>
            <w:tcW w:w="9498" w:type="dxa"/>
          </w:tcPr>
          <w:p w14:paraId="2850BDC0" w14:textId="77777777" w:rsidR="00D778FC" w:rsidRPr="008C2263" w:rsidRDefault="00E42303" w:rsidP="006F383B">
            <w:pPr>
              <w:pStyle w:val="NormalnyWeb"/>
              <w:spacing w:before="0" w:beforeAutospacing="0" w:after="0" w:afterAutospacing="0" w:line="254" w:lineRule="atLeast"/>
              <w:rPr>
                <w:rFonts w:ascii="Corbel" w:hAnsi="Corbel"/>
              </w:rPr>
            </w:pPr>
            <w:r w:rsidRPr="008C2263">
              <w:rPr>
                <w:rFonts w:ascii="Corbel" w:hAnsi="Corbel"/>
              </w:rPr>
              <w:t>Literatura podstawowa</w:t>
            </w:r>
            <w:r w:rsidR="00D778FC" w:rsidRPr="008C2263">
              <w:rPr>
                <w:rFonts w:ascii="Corbel" w:hAnsi="Corbel"/>
              </w:rPr>
              <w:t>:</w:t>
            </w:r>
          </w:p>
          <w:p w14:paraId="1F37B06F" w14:textId="484EED5C" w:rsidR="00D778FC" w:rsidRDefault="008C72D0" w:rsidP="006F383B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proofErr w:type="spellStart"/>
            <w:r>
              <w:rPr>
                <w:rFonts w:ascii="Corbel" w:hAnsi="Corbel"/>
                <w:color w:val="000000"/>
              </w:rPr>
              <w:t>Barbaro,B</w:t>
            </w:r>
            <w:proofErr w:type="spellEnd"/>
            <w:r>
              <w:rPr>
                <w:rFonts w:ascii="Corbel" w:hAnsi="Corbel"/>
                <w:color w:val="000000"/>
              </w:rPr>
              <w:t>.(2019)</w:t>
            </w:r>
            <w:r w:rsidR="0028655B">
              <w:rPr>
                <w:rFonts w:ascii="Corbel" w:hAnsi="Corbel"/>
                <w:color w:val="000000"/>
              </w:rPr>
              <w:t>.</w:t>
            </w:r>
            <w:r>
              <w:rPr>
                <w:rFonts w:ascii="Corbel" w:hAnsi="Corbel"/>
                <w:color w:val="000000"/>
              </w:rPr>
              <w:t xml:space="preserve">Wprowadzenie do systemowego rozumienia rodziny. </w:t>
            </w:r>
            <w:r w:rsidR="0005718F">
              <w:rPr>
                <w:rFonts w:ascii="Corbel" w:hAnsi="Corbel"/>
                <w:color w:val="000000"/>
              </w:rPr>
              <w:t xml:space="preserve">Kraków: </w:t>
            </w:r>
            <w:r>
              <w:rPr>
                <w:rFonts w:ascii="Corbel" w:hAnsi="Corbel"/>
                <w:color w:val="000000"/>
              </w:rPr>
              <w:t>Wydawnictwo Uniwersytetu Jagiellońskiego.</w:t>
            </w:r>
          </w:p>
          <w:p w14:paraId="2EAFBB7F" w14:textId="7ECC858F" w:rsidR="00FE6F56" w:rsidRPr="008C2263" w:rsidRDefault="00FE6F56" w:rsidP="006F383B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proofErr w:type="spellStart"/>
            <w:r>
              <w:rPr>
                <w:rFonts w:ascii="Corbel" w:hAnsi="Corbel"/>
                <w:color w:val="000000"/>
              </w:rPr>
              <w:t>Margisiński,A</w:t>
            </w:r>
            <w:proofErr w:type="spellEnd"/>
            <w:r>
              <w:rPr>
                <w:rFonts w:ascii="Corbel" w:hAnsi="Corbel"/>
                <w:color w:val="000000"/>
              </w:rPr>
              <w:t>.(2019), Rodzina w ujęciu systemowym.</w:t>
            </w:r>
            <w:r w:rsidR="0005718F">
              <w:rPr>
                <w:rFonts w:ascii="Corbel" w:hAnsi="Corbel"/>
                <w:color w:val="000000"/>
              </w:rPr>
              <w:t xml:space="preserve"> </w:t>
            </w:r>
            <w:r>
              <w:rPr>
                <w:rFonts w:ascii="Corbel" w:hAnsi="Corbel"/>
                <w:color w:val="000000"/>
              </w:rPr>
              <w:t>Te</w:t>
            </w:r>
            <w:r w:rsidR="0006737D">
              <w:rPr>
                <w:rFonts w:ascii="Corbel" w:hAnsi="Corbel"/>
                <w:color w:val="000000"/>
              </w:rPr>
              <w:t>o</w:t>
            </w:r>
            <w:r>
              <w:rPr>
                <w:rFonts w:ascii="Corbel" w:hAnsi="Corbel"/>
                <w:color w:val="000000"/>
              </w:rPr>
              <w:t>ria i badania.</w:t>
            </w:r>
            <w:r w:rsidR="0005718F">
              <w:rPr>
                <w:rFonts w:ascii="Corbel" w:hAnsi="Corbel"/>
                <w:color w:val="000000"/>
              </w:rPr>
              <w:t xml:space="preserve"> Warszawa: </w:t>
            </w:r>
            <w:r>
              <w:rPr>
                <w:rFonts w:ascii="Corbel" w:hAnsi="Corbel"/>
                <w:color w:val="000000"/>
              </w:rPr>
              <w:t xml:space="preserve">Pracownia </w:t>
            </w:r>
            <w:r w:rsidR="008429F5">
              <w:rPr>
                <w:rFonts w:ascii="Corbel" w:hAnsi="Corbel"/>
                <w:color w:val="000000"/>
              </w:rPr>
              <w:t>T</w:t>
            </w:r>
            <w:r>
              <w:rPr>
                <w:rFonts w:ascii="Corbel" w:hAnsi="Corbel"/>
                <w:color w:val="000000"/>
              </w:rPr>
              <w:t>estów Psychologicznych PTP.</w:t>
            </w:r>
          </w:p>
          <w:p w14:paraId="76939461" w14:textId="3CE95FD3" w:rsidR="00E42303" w:rsidRPr="00A213D0" w:rsidRDefault="00D778FC" w:rsidP="006F383B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>Żukiewicz A. (red.)</w:t>
            </w:r>
            <w:r w:rsidR="0005718F">
              <w:rPr>
                <w:rFonts w:ascii="Corbel" w:hAnsi="Corbel"/>
                <w:color w:val="000000"/>
              </w:rPr>
              <w:t>.</w:t>
            </w:r>
            <w:r w:rsidR="0028655B">
              <w:rPr>
                <w:rFonts w:ascii="Corbel" w:hAnsi="Corbel"/>
                <w:color w:val="000000"/>
              </w:rPr>
              <w:t xml:space="preserve"> (2011).</w:t>
            </w:r>
            <w:r w:rsidRPr="008C2263">
              <w:rPr>
                <w:rFonts w:ascii="Corbel" w:hAnsi="Corbel"/>
                <w:color w:val="000000"/>
              </w:rPr>
              <w:t>Nowy zawód i nowa usługa w systemie wspierania rodzin. Od opieki i pomocy do wsparcia</w:t>
            </w:r>
            <w:r w:rsidR="00990DBB">
              <w:rPr>
                <w:rFonts w:ascii="Corbel" w:hAnsi="Corbel"/>
                <w:color w:val="000000"/>
              </w:rPr>
              <w:t>.</w:t>
            </w:r>
            <w:r w:rsidR="0005718F">
              <w:rPr>
                <w:rFonts w:ascii="Corbel" w:hAnsi="Corbel"/>
                <w:color w:val="000000"/>
              </w:rPr>
              <w:t xml:space="preserve"> Kraków: </w:t>
            </w:r>
            <w:r w:rsidR="0028655B">
              <w:rPr>
                <w:rFonts w:ascii="Corbel" w:hAnsi="Corbel"/>
                <w:color w:val="000000"/>
              </w:rPr>
              <w:t>W</w:t>
            </w:r>
            <w:r w:rsidRPr="008C2263">
              <w:rPr>
                <w:rFonts w:ascii="Corbel" w:hAnsi="Corbel"/>
                <w:color w:val="000000"/>
              </w:rPr>
              <w:t>yd</w:t>
            </w:r>
            <w:r w:rsidR="0028655B">
              <w:rPr>
                <w:rFonts w:ascii="Corbel" w:hAnsi="Corbel"/>
                <w:color w:val="000000"/>
              </w:rPr>
              <w:t>awnictwo</w:t>
            </w:r>
            <w:r w:rsidRPr="008C2263">
              <w:rPr>
                <w:rFonts w:ascii="Corbel" w:hAnsi="Corbel"/>
                <w:color w:val="000000"/>
              </w:rPr>
              <w:t xml:space="preserve"> Impuls</w:t>
            </w:r>
            <w:r w:rsidR="0028655B">
              <w:rPr>
                <w:rFonts w:ascii="Corbel" w:hAnsi="Corbel"/>
                <w:color w:val="000000"/>
              </w:rPr>
              <w:t>.</w:t>
            </w:r>
          </w:p>
        </w:tc>
      </w:tr>
      <w:tr w:rsidR="00E42303" w:rsidRPr="008C2263" w14:paraId="2E0E6DB6" w14:textId="77777777" w:rsidTr="008C2263">
        <w:trPr>
          <w:trHeight w:val="397"/>
        </w:trPr>
        <w:tc>
          <w:tcPr>
            <w:tcW w:w="9498" w:type="dxa"/>
          </w:tcPr>
          <w:p w14:paraId="656F7B26" w14:textId="77777777" w:rsidR="009B6F19" w:rsidRPr="0005718F" w:rsidRDefault="00A05D4D" w:rsidP="006F383B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>Literatura</w:t>
            </w:r>
            <w:proofErr w:type="spellEnd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>uzupełniająca</w:t>
            </w:r>
            <w:proofErr w:type="spellEnd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>:</w:t>
            </w:r>
          </w:p>
          <w:p w14:paraId="3E348C07" w14:textId="58D2C61D" w:rsidR="009B6F19" w:rsidRPr="0005718F" w:rsidRDefault="009B6F19" w:rsidP="006F383B">
            <w:pPr>
              <w:spacing w:after="0" w:line="240" w:lineRule="auto"/>
              <w:jc w:val="both"/>
              <w:rPr>
                <w:rFonts w:ascii="Corbel" w:eastAsia="Times New Roman" w:hAnsi="Corbel" w:cstheme="minorHAnsi"/>
                <w:lang w:eastAsia="pl-PL"/>
              </w:rPr>
            </w:pPr>
            <w:proofErr w:type="spellStart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Rynkowska</w:t>
            </w:r>
            <w:proofErr w:type="spellEnd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D.(2015).</w:t>
            </w:r>
            <w:proofErr w:type="spellStart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Migrational</w:t>
            </w:r>
            <w:proofErr w:type="spellEnd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 </w:t>
            </w:r>
            <w:proofErr w:type="spellStart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familie</w:t>
            </w:r>
            <w:proofErr w:type="spellEnd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in the context of local activities of social assistance institutions</w:t>
            </w:r>
            <w:r w:rsid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. W: </w:t>
            </w:r>
            <w:r w:rsidR="000941FD"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W.</w:t>
            </w:r>
            <w:r w:rsidR="000941FD"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="000941FD"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Jedynak</w:t>
            </w:r>
            <w:proofErr w:type="spellEnd"/>
            <w:r w:rsidR="000941FD"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, H.</w:t>
            </w:r>
            <w:r w:rsid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r w:rsidR="000941FD"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Nagy, L.</w:t>
            </w:r>
            <w:r w:rsid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="000941FD"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Ardelean</w:t>
            </w:r>
            <w:proofErr w:type="spellEnd"/>
            <w:r w:rsid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(red.).</w:t>
            </w:r>
            <w:r w:rsidR="000941FD"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Local Development In The Central European Perspective</w:t>
            </w:r>
            <w:r w:rsid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. </w:t>
            </w:r>
            <w:proofErr w:type="spellStart"/>
            <w:r w:rsid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Rzeszów</w:t>
            </w:r>
            <w:proofErr w:type="spellEnd"/>
            <w:r w:rsid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: </w:t>
            </w:r>
            <w:r w:rsidRPr="0005718F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Wydawnictwo Uniwersytetu Rzeszowskiego</w:t>
            </w:r>
            <w:r w:rsidRPr="0005718F">
              <w:rPr>
                <w:rFonts w:ascii="Corbel" w:eastAsia="Times New Roman" w:hAnsi="Corbel" w:cstheme="minorHAnsi"/>
                <w:bCs/>
                <w:lang w:eastAsia="pl-PL"/>
              </w:rPr>
              <w:t xml:space="preserve">. </w:t>
            </w:r>
          </w:p>
          <w:p w14:paraId="07905AD5" w14:textId="7C63B36F" w:rsidR="00D90F81" w:rsidRDefault="008C72D0" w:rsidP="000941F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>Szczepkowski</w:t>
            </w:r>
            <w:r>
              <w:rPr>
                <w:rFonts w:ascii="Corbel" w:hAnsi="Corbel"/>
                <w:color w:val="000000"/>
              </w:rPr>
              <w:t>, J.</w:t>
            </w:r>
            <w:r w:rsidR="000941FD">
              <w:rPr>
                <w:rFonts w:ascii="Corbel" w:hAnsi="Corbel"/>
                <w:color w:val="000000"/>
              </w:rPr>
              <w:t xml:space="preserve"> </w:t>
            </w:r>
            <w:r>
              <w:rPr>
                <w:rFonts w:ascii="Corbel" w:hAnsi="Corbel"/>
                <w:color w:val="000000"/>
              </w:rPr>
              <w:t>(2010).</w:t>
            </w:r>
            <w:r w:rsidRPr="008C2263">
              <w:rPr>
                <w:rFonts w:ascii="Corbel" w:hAnsi="Corbel"/>
                <w:color w:val="000000"/>
              </w:rPr>
              <w:t xml:space="preserve"> Praca socjalna – podejście skoncentrowane na rozwiązaniach</w:t>
            </w:r>
            <w:r w:rsidR="00990DBB">
              <w:rPr>
                <w:rFonts w:ascii="Corbel" w:hAnsi="Corbel"/>
                <w:color w:val="000000"/>
              </w:rPr>
              <w:t>.</w:t>
            </w:r>
            <w:r w:rsidR="000941FD">
              <w:rPr>
                <w:rFonts w:ascii="Corbel" w:hAnsi="Corbel"/>
                <w:color w:val="000000"/>
              </w:rPr>
              <w:t xml:space="preserve"> Toruń:</w:t>
            </w:r>
            <w:r w:rsidRPr="008C2263">
              <w:rPr>
                <w:rFonts w:ascii="Corbel" w:hAnsi="Corbel"/>
                <w:color w:val="000000"/>
              </w:rPr>
              <w:t xml:space="preserve"> Wydawnictwo Edukacyjne Akapit</w:t>
            </w:r>
            <w:r w:rsidR="000941FD">
              <w:rPr>
                <w:rFonts w:ascii="Corbel" w:hAnsi="Corbel"/>
                <w:color w:val="000000"/>
              </w:rPr>
              <w:t>.</w:t>
            </w:r>
          </w:p>
          <w:p w14:paraId="3EAC8FF8" w14:textId="63211786" w:rsidR="008747AA" w:rsidRPr="008C2263" w:rsidRDefault="008747AA" w:rsidP="000941F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  <w:shd w:val="clear" w:color="auto" w:fill="ECECEC"/>
              </w:rPr>
            </w:pPr>
            <w:r w:rsidRPr="008C2263">
              <w:rPr>
                <w:rFonts w:ascii="Corbel" w:hAnsi="Corbel"/>
                <w:color w:val="000000"/>
              </w:rPr>
              <w:t>Ustawa z dnia 12 marca 2004 roku o pomocy społecznej, (Dz. U. z 2008 r., Nr 115, poz. 728 ze zm.)</w:t>
            </w:r>
          </w:p>
          <w:p w14:paraId="7D1BE2D9" w14:textId="77777777" w:rsidR="008747AA" w:rsidRPr="008C2263" w:rsidRDefault="008747AA" w:rsidP="000941F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 xml:space="preserve"> Ustawa z dnia 9 czerwca 2011 roku o wspieraniu rodziny i systemie pieczy zastępczej (Dz. U. nr 149, poz. 887)</w:t>
            </w:r>
          </w:p>
          <w:p w14:paraId="67C28FAA" w14:textId="722A8124" w:rsidR="00E42303" w:rsidRPr="00A213D0" w:rsidRDefault="008747AA" w:rsidP="000941F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 xml:space="preserve"> Ustawa z dnia 29 lipca 2005 r. o przeciwdziałaniu przemocy w rodzinie (Dz.U. 2005 nr 180 poz. 1493)</w:t>
            </w:r>
          </w:p>
        </w:tc>
      </w:tr>
    </w:tbl>
    <w:p w14:paraId="7A93A9BE" w14:textId="77777777" w:rsidR="0085747A" w:rsidRPr="008C22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E3DAEF" w14:textId="77777777" w:rsidR="0085747A" w:rsidRPr="008C22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52AE81" w14:textId="77777777" w:rsidR="0085747A" w:rsidRPr="008C226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C22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C22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10D07" w14:textId="77777777" w:rsidR="003F55EC" w:rsidRDefault="003F55EC" w:rsidP="00C16ABF">
      <w:pPr>
        <w:spacing w:after="0" w:line="240" w:lineRule="auto"/>
      </w:pPr>
      <w:r>
        <w:separator/>
      </w:r>
    </w:p>
  </w:endnote>
  <w:endnote w:type="continuationSeparator" w:id="0">
    <w:p w14:paraId="430AC8DF" w14:textId="77777777" w:rsidR="003F55EC" w:rsidRDefault="003F55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F7DAB" w14:textId="77777777" w:rsidR="003F55EC" w:rsidRDefault="003F55EC" w:rsidP="00C16ABF">
      <w:pPr>
        <w:spacing w:after="0" w:line="240" w:lineRule="auto"/>
      </w:pPr>
      <w:r>
        <w:separator/>
      </w:r>
    </w:p>
  </w:footnote>
  <w:footnote w:type="continuationSeparator" w:id="0">
    <w:p w14:paraId="3CDBCB51" w14:textId="77777777" w:rsidR="003F55EC" w:rsidRDefault="003F55EC" w:rsidP="00C16ABF">
      <w:pPr>
        <w:spacing w:after="0" w:line="240" w:lineRule="auto"/>
      </w:pPr>
      <w:r>
        <w:continuationSeparator/>
      </w:r>
    </w:p>
  </w:footnote>
  <w:footnote w:id="1">
    <w:p w14:paraId="7A4077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A02AE4"/>
    <w:multiLevelType w:val="hybridMultilevel"/>
    <w:tmpl w:val="6A384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2B4"/>
    <w:rsid w:val="00015B8F"/>
    <w:rsid w:val="00022ECE"/>
    <w:rsid w:val="00042A51"/>
    <w:rsid w:val="00042D2E"/>
    <w:rsid w:val="00044C82"/>
    <w:rsid w:val="0005718F"/>
    <w:rsid w:val="0006737D"/>
    <w:rsid w:val="00070ED6"/>
    <w:rsid w:val="000742DC"/>
    <w:rsid w:val="00077EDF"/>
    <w:rsid w:val="00081939"/>
    <w:rsid w:val="00084C12"/>
    <w:rsid w:val="000860BB"/>
    <w:rsid w:val="0009355E"/>
    <w:rsid w:val="000941FD"/>
    <w:rsid w:val="0009462C"/>
    <w:rsid w:val="00094B12"/>
    <w:rsid w:val="00096982"/>
    <w:rsid w:val="00096C46"/>
    <w:rsid w:val="000A0B27"/>
    <w:rsid w:val="000A296F"/>
    <w:rsid w:val="000A2A28"/>
    <w:rsid w:val="000A3CDF"/>
    <w:rsid w:val="000B192D"/>
    <w:rsid w:val="000B28EE"/>
    <w:rsid w:val="000B3E37"/>
    <w:rsid w:val="000C4AD9"/>
    <w:rsid w:val="000D04B0"/>
    <w:rsid w:val="000F1C57"/>
    <w:rsid w:val="000F358C"/>
    <w:rsid w:val="000F5615"/>
    <w:rsid w:val="000F783C"/>
    <w:rsid w:val="0011695A"/>
    <w:rsid w:val="00124BFF"/>
    <w:rsid w:val="0012560E"/>
    <w:rsid w:val="00127108"/>
    <w:rsid w:val="00134B13"/>
    <w:rsid w:val="0013694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5672"/>
    <w:rsid w:val="001A70D2"/>
    <w:rsid w:val="001D0623"/>
    <w:rsid w:val="001D4F8B"/>
    <w:rsid w:val="001D657B"/>
    <w:rsid w:val="001D7B54"/>
    <w:rsid w:val="001E0209"/>
    <w:rsid w:val="001F2CA2"/>
    <w:rsid w:val="00201140"/>
    <w:rsid w:val="002144C0"/>
    <w:rsid w:val="0022477D"/>
    <w:rsid w:val="002278A9"/>
    <w:rsid w:val="002336F9"/>
    <w:rsid w:val="00233EA2"/>
    <w:rsid w:val="0024028F"/>
    <w:rsid w:val="00244ABC"/>
    <w:rsid w:val="002531F6"/>
    <w:rsid w:val="00277C32"/>
    <w:rsid w:val="00281FF2"/>
    <w:rsid w:val="002857DE"/>
    <w:rsid w:val="0028655B"/>
    <w:rsid w:val="00291567"/>
    <w:rsid w:val="002A22BF"/>
    <w:rsid w:val="002A2389"/>
    <w:rsid w:val="002A671D"/>
    <w:rsid w:val="002B4D55"/>
    <w:rsid w:val="002B5EA0"/>
    <w:rsid w:val="002B6119"/>
    <w:rsid w:val="002B6AA3"/>
    <w:rsid w:val="002C1F06"/>
    <w:rsid w:val="002D3375"/>
    <w:rsid w:val="002D73D4"/>
    <w:rsid w:val="002F02A3"/>
    <w:rsid w:val="002F4ABE"/>
    <w:rsid w:val="003018BA"/>
    <w:rsid w:val="0030395F"/>
    <w:rsid w:val="00305C92"/>
    <w:rsid w:val="00311965"/>
    <w:rsid w:val="003151C5"/>
    <w:rsid w:val="00317E4E"/>
    <w:rsid w:val="00321DA5"/>
    <w:rsid w:val="00324721"/>
    <w:rsid w:val="003343CF"/>
    <w:rsid w:val="00346684"/>
    <w:rsid w:val="00346FE9"/>
    <w:rsid w:val="0034759A"/>
    <w:rsid w:val="003503F6"/>
    <w:rsid w:val="003530DD"/>
    <w:rsid w:val="00355958"/>
    <w:rsid w:val="00363F78"/>
    <w:rsid w:val="00396729"/>
    <w:rsid w:val="003A0A5B"/>
    <w:rsid w:val="003A1176"/>
    <w:rsid w:val="003B12DE"/>
    <w:rsid w:val="003B7CAE"/>
    <w:rsid w:val="003C0BAE"/>
    <w:rsid w:val="003D18A9"/>
    <w:rsid w:val="003D6CE2"/>
    <w:rsid w:val="003E00E3"/>
    <w:rsid w:val="003E1941"/>
    <w:rsid w:val="003E2FC7"/>
    <w:rsid w:val="003E2FE6"/>
    <w:rsid w:val="003E49D5"/>
    <w:rsid w:val="003F205D"/>
    <w:rsid w:val="003F38C0"/>
    <w:rsid w:val="003F55EC"/>
    <w:rsid w:val="00404DAC"/>
    <w:rsid w:val="00414E3C"/>
    <w:rsid w:val="004151DE"/>
    <w:rsid w:val="0042244A"/>
    <w:rsid w:val="0042745A"/>
    <w:rsid w:val="00427490"/>
    <w:rsid w:val="00427AF6"/>
    <w:rsid w:val="00431D5C"/>
    <w:rsid w:val="004362C6"/>
    <w:rsid w:val="00437FA2"/>
    <w:rsid w:val="00445970"/>
    <w:rsid w:val="00453E42"/>
    <w:rsid w:val="00461EFC"/>
    <w:rsid w:val="004630B7"/>
    <w:rsid w:val="004652C2"/>
    <w:rsid w:val="004706D1"/>
    <w:rsid w:val="00471326"/>
    <w:rsid w:val="0047598D"/>
    <w:rsid w:val="00476707"/>
    <w:rsid w:val="004840FD"/>
    <w:rsid w:val="00490F7D"/>
    <w:rsid w:val="00491678"/>
    <w:rsid w:val="004968E2"/>
    <w:rsid w:val="004A3EEA"/>
    <w:rsid w:val="004A4D1F"/>
    <w:rsid w:val="004D5282"/>
    <w:rsid w:val="004F1551"/>
    <w:rsid w:val="004F1F50"/>
    <w:rsid w:val="004F55A3"/>
    <w:rsid w:val="0050496F"/>
    <w:rsid w:val="00513B6F"/>
    <w:rsid w:val="00517C63"/>
    <w:rsid w:val="005363C4"/>
    <w:rsid w:val="00536BDE"/>
    <w:rsid w:val="00543ACC"/>
    <w:rsid w:val="00554C78"/>
    <w:rsid w:val="0056228A"/>
    <w:rsid w:val="0056696D"/>
    <w:rsid w:val="005832F8"/>
    <w:rsid w:val="0059484D"/>
    <w:rsid w:val="005A0855"/>
    <w:rsid w:val="005A133C"/>
    <w:rsid w:val="005A15F7"/>
    <w:rsid w:val="005A3196"/>
    <w:rsid w:val="005C080F"/>
    <w:rsid w:val="005C55E5"/>
    <w:rsid w:val="005C696A"/>
    <w:rsid w:val="005D2ABA"/>
    <w:rsid w:val="005D4868"/>
    <w:rsid w:val="005E6E85"/>
    <w:rsid w:val="005F31D2"/>
    <w:rsid w:val="0061029B"/>
    <w:rsid w:val="00617230"/>
    <w:rsid w:val="00621CE1"/>
    <w:rsid w:val="00623B77"/>
    <w:rsid w:val="00627FC9"/>
    <w:rsid w:val="00633F69"/>
    <w:rsid w:val="00647FA8"/>
    <w:rsid w:val="00650C5F"/>
    <w:rsid w:val="00652D2C"/>
    <w:rsid w:val="00654934"/>
    <w:rsid w:val="006620D9"/>
    <w:rsid w:val="00671921"/>
    <w:rsid w:val="00671958"/>
    <w:rsid w:val="00675843"/>
    <w:rsid w:val="00690A77"/>
    <w:rsid w:val="00692A3E"/>
    <w:rsid w:val="00696477"/>
    <w:rsid w:val="006C5117"/>
    <w:rsid w:val="006C75E5"/>
    <w:rsid w:val="006D050F"/>
    <w:rsid w:val="006D3E20"/>
    <w:rsid w:val="006D6139"/>
    <w:rsid w:val="006E0576"/>
    <w:rsid w:val="006E5633"/>
    <w:rsid w:val="006E5D65"/>
    <w:rsid w:val="006E6F94"/>
    <w:rsid w:val="006F1282"/>
    <w:rsid w:val="006F1FBC"/>
    <w:rsid w:val="006F31E2"/>
    <w:rsid w:val="006F383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876"/>
    <w:rsid w:val="00763BF1"/>
    <w:rsid w:val="00766FD4"/>
    <w:rsid w:val="00780916"/>
    <w:rsid w:val="0078168C"/>
    <w:rsid w:val="00787C2A"/>
    <w:rsid w:val="00790E27"/>
    <w:rsid w:val="007A4022"/>
    <w:rsid w:val="007A6759"/>
    <w:rsid w:val="007A6E6E"/>
    <w:rsid w:val="007B3A86"/>
    <w:rsid w:val="007C3299"/>
    <w:rsid w:val="007C3BCC"/>
    <w:rsid w:val="007C4546"/>
    <w:rsid w:val="007D6E56"/>
    <w:rsid w:val="007E7647"/>
    <w:rsid w:val="007F4155"/>
    <w:rsid w:val="0081554D"/>
    <w:rsid w:val="0081707E"/>
    <w:rsid w:val="00832049"/>
    <w:rsid w:val="008429F5"/>
    <w:rsid w:val="008449B3"/>
    <w:rsid w:val="008552A2"/>
    <w:rsid w:val="0085747A"/>
    <w:rsid w:val="008636A8"/>
    <w:rsid w:val="00866E04"/>
    <w:rsid w:val="008747AA"/>
    <w:rsid w:val="00884922"/>
    <w:rsid w:val="00885F64"/>
    <w:rsid w:val="008917F9"/>
    <w:rsid w:val="00893A0E"/>
    <w:rsid w:val="008A45F7"/>
    <w:rsid w:val="008C0CC0"/>
    <w:rsid w:val="008C19A9"/>
    <w:rsid w:val="008C2263"/>
    <w:rsid w:val="008C379D"/>
    <w:rsid w:val="008C5147"/>
    <w:rsid w:val="008C5359"/>
    <w:rsid w:val="008C5363"/>
    <w:rsid w:val="008C6357"/>
    <w:rsid w:val="008C72D0"/>
    <w:rsid w:val="008D3DFB"/>
    <w:rsid w:val="008D420F"/>
    <w:rsid w:val="008E64F4"/>
    <w:rsid w:val="008F12C9"/>
    <w:rsid w:val="008F48EA"/>
    <w:rsid w:val="008F57DB"/>
    <w:rsid w:val="008F6E29"/>
    <w:rsid w:val="00916188"/>
    <w:rsid w:val="00923D7D"/>
    <w:rsid w:val="009508DF"/>
    <w:rsid w:val="00950DAC"/>
    <w:rsid w:val="00954A07"/>
    <w:rsid w:val="009765E3"/>
    <w:rsid w:val="0098274D"/>
    <w:rsid w:val="00990DBB"/>
    <w:rsid w:val="00995A87"/>
    <w:rsid w:val="00997F14"/>
    <w:rsid w:val="009A1068"/>
    <w:rsid w:val="009A213D"/>
    <w:rsid w:val="009A78D9"/>
    <w:rsid w:val="009B6F19"/>
    <w:rsid w:val="009C3E31"/>
    <w:rsid w:val="009C54AE"/>
    <w:rsid w:val="009C788E"/>
    <w:rsid w:val="009D3F3B"/>
    <w:rsid w:val="009D5560"/>
    <w:rsid w:val="009E0543"/>
    <w:rsid w:val="009E3B41"/>
    <w:rsid w:val="009F3C5C"/>
    <w:rsid w:val="009F4610"/>
    <w:rsid w:val="00A00ECC"/>
    <w:rsid w:val="00A05D4D"/>
    <w:rsid w:val="00A155EE"/>
    <w:rsid w:val="00A213D0"/>
    <w:rsid w:val="00A2245B"/>
    <w:rsid w:val="00A25A0C"/>
    <w:rsid w:val="00A26326"/>
    <w:rsid w:val="00A30110"/>
    <w:rsid w:val="00A36899"/>
    <w:rsid w:val="00A371F6"/>
    <w:rsid w:val="00A43447"/>
    <w:rsid w:val="00A43757"/>
    <w:rsid w:val="00A43BF6"/>
    <w:rsid w:val="00A53FA5"/>
    <w:rsid w:val="00A54817"/>
    <w:rsid w:val="00A601C8"/>
    <w:rsid w:val="00A60799"/>
    <w:rsid w:val="00A63DF2"/>
    <w:rsid w:val="00A805B9"/>
    <w:rsid w:val="00A84494"/>
    <w:rsid w:val="00A84C85"/>
    <w:rsid w:val="00A97DE1"/>
    <w:rsid w:val="00AA5A60"/>
    <w:rsid w:val="00AA6E68"/>
    <w:rsid w:val="00AB053C"/>
    <w:rsid w:val="00AD1146"/>
    <w:rsid w:val="00AD27D3"/>
    <w:rsid w:val="00AD55F8"/>
    <w:rsid w:val="00AD6142"/>
    <w:rsid w:val="00AD66D6"/>
    <w:rsid w:val="00AE024B"/>
    <w:rsid w:val="00AE1160"/>
    <w:rsid w:val="00AE203C"/>
    <w:rsid w:val="00AE2E74"/>
    <w:rsid w:val="00AE539B"/>
    <w:rsid w:val="00AE5FCB"/>
    <w:rsid w:val="00AF2C1E"/>
    <w:rsid w:val="00AF2F8A"/>
    <w:rsid w:val="00AF4430"/>
    <w:rsid w:val="00B06142"/>
    <w:rsid w:val="00B135B1"/>
    <w:rsid w:val="00B2713D"/>
    <w:rsid w:val="00B3130B"/>
    <w:rsid w:val="00B40ADB"/>
    <w:rsid w:val="00B43B77"/>
    <w:rsid w:val="00B43E80"/>
    <w:rsid w:val="00B536D4"/>
    <w:rsid w:val="00B607DB"/>
    <w:rsid w:val="00B66529"/>
    <w:rsid w:val="00B75946"/>
    <w:rsid w:val="00B8056E"/>
    <w:rsid w:val="00B819C8"/>
    <w:rsid w:val="00B82308"/>
    <w:rsid w:val="00B860E0"/>
    <w:rsid w:val="00B90885"/>
    <w:rsid w:val="00B915A4"/>
    <w:rsid w:val="00BB520A"/>
    <w:rsid w:val="00BD3869"/>
    <w:rsid w:val="00BD66E9"/>
    <w:rsid w:val="00BD6FF4"/>
    <w:rsid w:val="00BE2E05"/>
    <w:rsid w:val="00BF2C41"/>
    <w:rsid w:val="00BF56DE"/>
    <w:rsid w:val="00C058B4"/>
    <w:rsid w:val="00C05F44"/>
    <w:rsid w:val="00C131B5"/>
    <w:rsid w:val="00C16ABF"/>
    <w:rsid w:val="00C16C4A"/>
    <w:rsid w:val="00C170AE"/>
    <w:rsid w:val="00C21BB1"/>
    <w:rsid w:val="00C26CB7"/>
    <w:rsid w:val="00C324C1"/>
    <w:rsid w:val="00C36992"/>
    <w:rsid w:val="00C53FC8"/>
    <w:rsid w:val="00C56036"/>
    <w:rsid w:val="00C61DC5"/>
    <w:rsid w:val="00C635F8"/>
    <w:rsid w:val="00C67E92"/>
    <w:rsid w:val="00C70A26"/>
    <w:rsid w:val="00C71B1F"/>
    <w:rsid w:val="00C72A1E"/>
    <w:rsid w:val="00C766DF"/>
    <w:rsid w:val="00C776FB"/>
    <w:rsid w:val="00C877C5"/>
    <w:rsid w:val="00C94B98"/>
    <w:rsid w:val="00CA2B96"/>
    <w:rsid w:val="00CA5089"/>
    <w:rsid w:val="00CA56E5"/>
    <w:rsid w:val="00CB1E95"/>
    <w:rsid w:val="00CB2EE4"/>
    <w:rsid w:val="00CD42D9"/>
    <w:rsid w:val="00CD6897"/>
    <w:rsid w:val="00CE5BAC"/>
    <w:rsid w:val="00CE7308"/>
    <w:rsid w:val="00CF07F9"/>
    <w:rsid w:val="00CF0A47"/>
    <w:rsid w:val="00CF25BE"/>
    <w:rsid w:val="00CF78ED"/>
    <w:rsid w:val="00D02B25"/>
    <w:rsid w:val="00D02EBA"/>
    <w:rsid w:val="00D17C3C"/>
    <w:rsid w:val="00D22CFE"/>
    <w:rsid w:val="00D26B2C"/>
    <w:rsid w:val="00D352C9"/>
    <w:rsid w:val="00D425B2"/>
    <w:rsid w:val="00D428D6"/>
    <w:rsid w:val="00D43B07"/>
    <w:rsid w:val="00D4624A"/>
    <w:rsid w:val="00D463F6"/>
    <w:rsid w:val="00D552B2"/>
    <w:rsid w:val="00D608D1"/>
    <w:rsid w:val="00D72ADA"/>
    <w:rsid w:val="00D74119"/>
    <w:rsid w:val="00D778FC"/>
    <w:rsid w:val="00D8075B"/>
    <w:rsid w:val="00D84CFD"/>
    <w:rsid w:val="00D8678B"/>
    <w:rsid w:val="00D90F81"/>
    <w:rsid w:val="00DA2114"/>
    <w:rsid w:val="00DA4077"/>
    <w:rsid w:val="00DD1FF5"/>
    <w:rsid w:val="00DE09C0"/>
    <w:rsid w:val="00DE4A14"/>
    <w:rsid w:val="00DF320D"/>
    <w:rsid w:val="00DF7045"/>
    <w:rsid w:val="00DF71C8"/>
    <w:rsid w:val="00DF72C2"/>
    <w:rsid w:val="00E129B8"/>
    <w:rsid w:val="00E21E7D"/>
    <w:rsid w:val="00E22FBC"/>
    <w:rsid w:val="00E24BF5"/>
    <w:rsid w:val="00E25338"/>
    <w:rsid w:val="00E27FD5"/>
    <w:rsid w:val="00E37F66"/>
    <w:rsid w:val="00E42303"/>
    <w:rsid w:val="00E51E44"/>
    <w:rsid w:val="00E53E73"/>
    <w:rsid w:val="00E55F9D"/>
    <w:rsid w:val="00E63348"/>
    <w:rsid w:val="00E742AA"/>
    <w:rsid w:val="00E77E88"/>
    <w:rsid w:val="00E8107D"/>
    <w:rsid w:val="00E960BB"/>
    <w:rsid w:val="00EA2074"/>
    <w:rsid w:val="00EA4832"/>
    <w:rsid w:val="00EA4E9D"/>
    <w:rsid w:val="00EB74D5"/>
    <w:rsid w:val="00EC4899"/>
    <w:rsid w:val="00EC6BC8"/>
    <w:rsid w:val="00ED03AB"/>
    <w:rsid w:val="00ED32D2"/>
    <w:rsid w:val="00EE32DE"/>
    <w:rsid w:val="00EE5457"/>
    <w:rsid w:val="00F070AB"/>
    <w:rsid w:val="00F118FC"/>
    <w:rsid w:val="00F127C3"/>
    <w:rsid w:val="00F17567"/>
    <w:rsid w:val="00F27A7B"/>
    <w:rsid w:val="00F3698A"/>
    <w:rsid w:val="00F526AF"/>
    <w:rsid w:val="00F617C3"/>
    <w:rsid w:val="00F7066B"/>
    <w:rsid w:val="00F83B28"/>
    <w:rsid w:val="00F974DA"/>
    <w:rsid w:val="00FA46E5"/>
    <w:rsid w:val="00FA66DA"/>
    <w:rsid w:val="00FB6B32"/>
    <w:rsid w:val="00FB7DBA"/>
    <w:rsid w:val="00FC1C25"/>
    <w:rsid w:val="00FC3F45"/>
    <w:rsid w:val="00FD503F"/>
    <w:rsid w:val="00FD7589"/>
    <w:rsid w:val="00FE0ECC"/>
    <w:rsid w:val="00FE6F56"/>
    <w:rsid w:val="00FF016A"/>
    <w:rsid w:val="00FF1401"/>
    <w:rsid w:val="00FF5E7D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18D8B"/>
  <w15:docId w15:val="{FF8B96C2-45C0-4E4A-AB3C-913D1A28C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6C75E5"/>
  </w:style>
  <w:style w:type="paragraph" w:styleId="NormalnyWeb">
    <w:name w:val="Normal (Web)"/>
    <w:basedOn w:val="Normalny"/>
    <w:uiPriority w:val="99"/>
    <w:unhideWhenUsed/>
    <w:rsid w:val="00D778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5AFCD-0AD5-473E-8209-970C8559F9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09A86A-F4A1-4D17-A9B7-B31662C6EA31}"/>
</file>

<file path=customXml/itemProps3.xml><?xml version="1.0" encoding="utf-8"?>
<ds:datastoreItem xmlns:ds="http://schemas.openxmlformats.org/officeDocument/2006/customXml" ds:itemID="{56AE72DF-02EA-40A2-856E-BB314E9869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611400-A514-4F88-A201-02F4FC81C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22</TotalTime>
  <Pages>4</Pages>
  <Words>889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13</cp:revision>
  <cp:lastPrinted>2020-11-13T09:59:00Z</cp:lastPrinted>
  <dcterms:created xsi:type="dcterms:W3CDTF">2021-09-12T14:31:00Z</dcterms:created>
  <dcterms:modified xsi:type="dcterms:W3CDTF">2021-10-01T13:17:00Z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